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799856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79EC31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50AE1B12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F70AA">
        <w:rPr>
          <w:rFonts w:ascii="Corbel" w:hAnsi="Corbel"/>
          <w:i/>
          <w:smallCaps/>
          <w:sz w:val="24"/>
          <w:szCs w:val="24"/>
        </w:rPr>
        <w:t>2022/2023 – 2024/2025</w:t>
      </w:r>
    </w:p>
    <w:p w:rsidR="0085747A" w:rsidP="00EA4832" w:rsidRDefault="00EA4832" w14:paraId="42516EB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7F70AA" w:rsidRDefault="00445970" w14:paraId="4911088B" w14:textId="7C331F2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24FCBA" w:rsidR="00445970">
        <w:rPr>
          <w:rFonts w:ascii="Corbel" w:hAnsi="Corbel"/>
          <w:sz w:val="20"/>
          <w:szCs w:val="20"/>
        </w:rPr>
        <w:t xml:space="preserve">Rok akademicki  </w:t>
      </w:r>
      <w:r w:rsidRPr="0E24FCBA" w:rsidR="007F70AA">
        <w:rPr>
          <w:rFonts w:ascii="Corbel" w:hAnsi="Corbel"/>
          <w:sz w:val="20"/>
          <w:szCs w:val="20"/>
        </w:rPr>
        <w:t>2022</w:t>
      </w:r>
      <w:r w:rsidRPr="0E24FCBA" w:rsidR="00570704">
        <w:rPr>
          <w:rFonts w:ascii="Corbel" w:hAnsi="Corbel"/>
          <w:sz w:val="20"/>
          <w:szCs w:val="20"/>
        </w:rPr>
        <w:t>/202</w:t>
      </w:r>
      <w:r w:rsidRPr="0E24FCBA" w:rsidR="007F70AA">
        <w:rPr>
          <w:rFonts w:ascii="Corbel" w:hAnsi="Corbel"/>
          <w:sz w:val="20"/>
          <w:szCs w:val="20"/>
        </w:rPr>
        <w:t>3</w:t>
      </w:r>
    </w:p>
    <w:p w:rsidRPr="009C54AE" w:rsidR="0085747A" w:rsidP="009C54AE" w:rsidRDefault="0085747A" w14:paraId="2D81A0D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103A0C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E24FCBA" w14:paraId="10526C9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33CFD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24FCBA" w:rsidRDefault="00EC4FB5" w14:paraId="35C637AB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E24FCBA" w:rsidR="00EC4FB5">
              <w:rPr>
                <w:rFonts w:ascii="Corbel" w:hAnsi="Corbel"/>
                <w:b w:val="1"/>
                <w:bCs w:val="1"/>
                <w:sz w:val="24"/>
                <w:szCs w:val="24"/>
              </w:rPr>
              <w:t>P</w:t>
            </w:r>
            <w:r w:rsidRPr="0E24FCBA" w:rsidR="00CA120F">
              <w:rPr>
                <w:rFonts w:ascii="Corbel" w:hAnsi="Corbel"/>
                <w:b w:val="1"/>
                <w:bCs w:val="1"/>
                <w:sz w:val="24"/>
                <w:szCs w:val="24"/>
              </w:rPr>
              <w:t>olicja administracyjna</w:t>
            </w:r>
          </w:p>
        </w:tc>
      </w:tr>
      <w:tr w:rsidRPr="009C54AE" w:rsidR="0085747A" w:rsidTr="0E24FCBA" w14:paraId="10889DB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51BE1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F70AA" w14:paraId="59A7AC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ASO62</w:t>
            </w:r>
          </w:p>
        </w:tc>
      </w:tr>
      <w:tr w:rsidRPr="009C54AE" w:rsidR="0085747A" w:rsidTr="0E24FCBA" w14:paraId="35A242F9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4168C3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24FCBA" w:rsidRDefault="00EC4FB5" w14:paraId="500D9F3A" w14:textId="4B89B0A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E24FCBA" w:rsidR="00EC4FB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0E24FCBA" w:rsidR="00A91D1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0E24FCBA" w:rsidR="00A91D1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E24FCBA" w14:paraId="70BC0B8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CF008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24FCBA" w:rsidRDefault="007F70AA" w14:paraId="0F7759C8" w14:textId="6FE695B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E24FCBA" w:rsidR="30A6608F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Prawnych</w:t>
            </w:r>
            <w:r w:rsidRPr="0E24FCBA" w:rsidR="30A660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E24FCBA" w:rsidR="007F70A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Pracownia</w:t>
            </w:r>
            <w:r w:rsidRPr="0E24FCBA" w:rsidR="00EC4FB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Prawa Policyjnego </w:t>
            </w:r>
          </w:p>
        </w:tc>
      </w:tr>
      <w:tr w:rsidRPr="009C54AE" w:rsidR="0085747A" w:rsidTr="0E24FCBA" w14:paraId="3C343D6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913D5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A120F" w14:paraId="08E109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0E24FCBA" w14:paraId="7BF6419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B2423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7473079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0E24FCBA" w14:paraId="6D99391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3FC1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75FFB3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E24FCBA" w14:paraId="05E9F3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2FF8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0D68BB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E24FCBA" w14:paraId="088D5A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B25A4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24FCBA" w:rsidRDefault="00EC4FB5" w14:paraId="6E2E7D64" w14:textId="1E22673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E24FCBA" w:rsidR="00EC4FB5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E24FCBA" w:rsidR="007F70AA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0E24FCBA" w:rsidR="6C792FA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E24FCBA" w:rsidR="007F70A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V</w:t>
            </w:r>
            <w:r w:rsidRPr="0E24FCBA" w:rsidR="00EC4FB5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Pr="009C54AE" w:rsidR="0085747A" w:rsidTr="0E24FCBA" w14:paraId="0051425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C7F7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A120F" w14:paraId="5F7AAD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E24FCBA" w14:paraId="37DCAC58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86A5A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EC4FB5" w14:paraId="332BF1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E24FCBA" w14:paraId="61614C8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7CC74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69A1059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Pr="009C54AE" w:rsidR="001F1FCF" w:rsidTr="0E24FCBA" w14:paraId="5DC9BD3C" w14:textId="77777777">
        <w:tc>
          <w:tcPr>
            <w:tcW w:w="2694" w:type="dxa"/>
            <w:tcMar/>
            <w:vAlign w:val="center"/>
          </w:tcPr>
          <w:p w:rsidRPr="009C54AE" w:rsidR="001F1FCF" w:rsidP="001F1FCF" w:rsidRDefault="001F1FCF" w14:paraId="6CC28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1F1FCF" w:rsidP="001F1FCF" w:rsidRDefault="001F1FCF" w14:paraId="7D0256D2" w14:textId="2491C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9C54AE" w:rsidR="0085747A" w:rsidP="009C54AE" w:rsidRDefault="0085747A" w14:paraId="1F6D85E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7B5F5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AA4D83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10704F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Pr="009C54AE" w:rsidR="00015B8F" w:rsidTr="0E24FCBA" w14:paraId="78F04C34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556CC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DF40B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6492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67507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586E8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3983F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C66D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15CE7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42974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5B1D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390E6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E24FCBA" w14:paraId="47294DDB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E54FD" w14:paraId="35A850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EC4FB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5269C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54D75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E54FD" w14:paraId="079C85D2" w14:textId="58C1F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E24FCBA" w:rsidR="009E54FD">
              <w:rPr>
                <w:rFonts w:ascii="Corbel" w:hAnsi="Corbel"/>
                <w:sz w:val="24"/>
                <w:szCs w:val="24"/>
              </w:rPr>
              <w:t>2</w:t>
            </w:r>
            <w:r w:rsidRPr="0E24FCBA" w:rsidR="009E54FD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AC687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D4E0A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E730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14C38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2D03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E54FD" w14:paraId="7DE14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169CB74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5300E2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F9B2B6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E54FD" w14:paraId="2EDD14B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9E54FD" w14:paraId="726F90F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D18EB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01D1D4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54FD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54F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9C54AE" w14:paraId="77F91C2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53EDB155" w:rsidRDefault="00E960BB" w14:paraId="200F2127" w14:textId="689A4CDD">
      <w:pPr>
        <w:pStyle w:val="Punktygwne"/>
        <w:spacing w:before="0" w:after="0"/>
        <w:ind w:left="708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53EDB155" w:rsidR="009E54FD">
        <w:rPr>
          <w:rFonts w:ascii="Corbel" w:hAnsi="Corbel"/>
          <w:b w:val="0"/>
          <w:bCs w:val="0"/>
          <w:caps w:val="0"/>
          <w:smallCaps w:val="0"/>
        </w:rPr>
        <w:t xml:space="preserve">Zaliczenie z oceną </w:t>
      </w:r>
    </w:p>
    <w:p w:rsidR="00E960BB" w:rsidP="009C54AE" w:rsidRDefault="0085747A" w14:paraId="3E3AF87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:rsidRPr="009C54AE" w:rsidR="009E05C7" w:rsidP="009C54AE" w:rsidRDefault="009E05C7" w14:paraId="775B6E7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E24FCBA" w14:paraId="4A4313EE" w14:textId="77777777">
        <w:tc>
          <w:tcPr>
            <w:tcW w:w="9670" w:type="dxa"/>
            <w:tcMar/>
          </w:tcPr>
          <w:p w:rsidRPr="009C54AE" w:rsidR="0085747A" w:rsidP="0E24FCBA" w:rsidRDefault="0085747A" w14:paraId="43F933C0" w14:textId="52091D9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E24FCBA" w:rsidR="00A917B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podstawowych zagadnień z prawa administracyjnego</w:t>
            </w:r>
          </w:p>
        </w:tc>
      </w:tr>
    </w:tbl>
    <w:p w:rsidR="00153C41" w:rsidP="009C54AE" w:rsidRDefault="00153C41" w14:paraId="0A6080B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33755A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CDDF20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99C161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4087F3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52918E22" w14:textId="77777777">
        <w:tc>
          <w:tcPr>
            <w:tcW w:w="851" w:type="dxa"/>
            <w:vAlign w:val="center"/>
          </w:tcPr>
          <w:p w:rsidRPr="009C54AE" w:rsidR="0085747A" w:rsidP="009C54AE" w:rsidRDefault="0085747A" w14:paraId="2506564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E54FD" w:rsidRDefault="000407B8" w14:paraId="7F2892B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9E54FD"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 wraz z apa</w:t>
            </w:r>
            <w:r w:rsidR="009E54FD">
              <w:rPr>
                <w:rFonts w:ascii="Corbel" w:hAnsi="Corbel"/>
                <w:b w:val="0"/>
                <w:sz w:val="24"/>
                <w:szCs w:val="24"/>
              </w:rPr>
              <w:t xml:space="preserve">raturą pojęciową odnoszącą się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>policji administracyjnej jako funkcji władczej organów administracji publicznej.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923D7D" w14:paraId="2648547C" w14:textId="77777777">
        <w:tc>
          <w:tcPr>
            <w:tcW w:w="851" w:type="dxa"/>
            <w:vAlign w:val="center"/>
          </w:tcPr>
          <w:p w:rsidRPr="009C54AE" w:rsidR="0085747A" w:rsidP="009C54AE" w:rsidRDefault="000407B8" w14:paraId="3506A0C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407B8" w:rsidR="0085747A" w:rsidP="002D6569" w:rsidRDefault="000407B8" w14:paraId="5A52670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Celem zajęć jest pogłębienie wiedzy słuchacza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organizacji i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za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dań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 xml:space="preserve">podmiotów policji administracyjnej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 metod ich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>działania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. Studentom zaprezentowane zostaną: geneza i podstawowe cele oraz zadania </w:t>
            </w:r>
            <w:r w:rsidR="002D6569">
              <w:rPr>
                <w:rFonts w:ascii="Corbel" w:hAnsi="Corbel"/>
                <w:b w:val="0"/>
                <w:sz w:val="24"/>
                <w:szCs w:val="24"/>
              </w:rPr>
              <w:t>podmiotów administracji publicznej, prywatnej i organizacji pozarządowych podejmujących się działań władczych w zakresie ochrony bezpieczeństwa, spokoju, porządku i ładu publicznego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.                      </w:t>
            </w:r>
          </w:p>
        </w:tc>
      </w:tr>
    </w:tbl>
    <w:p w:rsidRPr="009C54AE" w:rsidR="0085747A" w:rsidP="009C54AE" w:rsidRDefault="0085747A" w14:paraId="3FDDEF1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02926B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5BFBFA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5996"/>
        <w:gridCol w:w="2091"/>
      </w:tblGrid>
      <w:tr w:rsidRPr="009C54AE" w:rsidR="0085747A" w:rsidTr="00C35F17" w14:paraId="4CA4E889" w14:textId="77777777">
        <w:tc>
          <w:tcPr>
            <w:tcW w:w="1659" w:type="dxa"/>
            <w:vAlign w:val="center"/>
          </w:tcPr>
          <w:p w:rsidRPr="009C54AE" w:rsidR="0085747A" w:rsidP="009C54AE" w:rsidRDefault="0085747A" w14:paraId="282957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96" w:type="dxa"/>
            <w:vAlign w:val="center"/>
          </w:tcPr>
          <w:p w:rsidRPr="009C54AE" w:rsidR="0085747A" w:rsidP="00C05F44" w:rsidRDefault="0085747A" w14:paraId="551607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91" w:type="dxa"/>
            <w:vAlign w:val="center"/>
          </w:tcPr>
          <w:p w:rsidRPr="009C54AE" w:rsidR="0085747A" w:rsidP="00C05F44" w:rsidRDefault="0085747A" w14:paraId="491F30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C35F17" w14:paraId="281C83DA" w14:textId="77777777">
        <w:tc>
          <w:tcPr>
            <w:tcW w:w="1659" w:type="dxa"/>
          </w:tcPr>
          <w:p w:rsidRPr="009C54AE" w:rsidR="0085747A" w:rsidP="009C54AE" w:rsidRDefault="0085747A" w14:paraId="6D79B3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96" w:type="dxa"/>
          </w:tcPr>
          <w:p w:rsidRPr="003E5C70" w:rsidR="0085747A" w:rsidP="00C35F17" w:rsidRDefault="00C35F17" w14:paraId="70F9457E" w14:textId="77777777">
            <w:pPr>
              <w:spacing w:after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 xml:space="preserve">Student ma podstawową wiedzę o charakterze nauk prawnych, w tym prawno-administracyjnych, ich miejscu w systemie nauk społecznych i rozpoznaje relacje do innych nauk społecznych, zna i rozumie zjawiska związane z działalnością </w:t>
            </w:r>
            <w:r>
              <w:rPr>
                <w:rFonts w:ascii="Corbel" w:hAnsi="Corbel"/>
                <w:sz w:val="24"/>
                <w:szCs w:val="24"/>
              </w:rPr>
              <w:t xml:space="preserve">policji administracyjnej jako </w:t>
            </w:r>
            <w:r w:rsidRPr="00892893">
              <w:rPr>
                <w:rFonts w:ascii="Corbel" w:hAnsi="Corbel"/>
                <w:sz w:val="24"/>
                <w:szCs w:val="24"/>
              </w:rPr>
              <w:t xml:space="preserve">administracji </w:t>
            </w:r>
            <w:r>
              <w:rPr>
                <w:rFonts w:ascii="Corbel" w:hAnsi="Corbel"/>
                <w:sz w:val="24"/>
                <w:szCs w:val="24"/>
              </w:rPr>
              <w:t xml:space="preserve">właściwej </w:t>
            </w:r>
            <w:r w:rsidRPr="00892893">
              <w:rPr>
                <w:rFonts w:ascii="Corbel" w:hAnsi="Corbel"/>
                <w:sz w:val="24"/>
                <w:szCs w:val="24"/>
              </w:rPr>
              <w:t xml:space="preserve">w zakresie </w:t>
            </w:r>
            <w:r>
              <w:rPr>
                <w:rFonts w:ascii="Corbel" w:hAnsi="Corbel"/>
                <w:sz w:val="24"/>
                <w:szCs w:val="24"/>
              </w:rPr>
              <w:t xml:space="preserve">ochrony życia, zdrowia, mienia, ładu </w:t>
            </w:r>
            <w:r w:rsidR="00DE1E26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i spokoju publicznego</w:t>
            </w:r>
            <w:r w:rsidRPr="00892893">
              <w:rPr>
                <w:rFonts w:ascii="Corbel" w:hAnsi="Corbel"/>
                <w:sz w:val="24"/>
                <w:szCs w:val="24"/>
              </w:rPr>
              <w:t xml:space="preserve">, zna zarys ewolucji podstawowych </w:t>
            </w:r>
            <w:r>
              <w:rPr>
                <w:rFonts w:ascii="Corbel" w:hAnsi="Corbel"/>
                <w:sz w:val="24"/>
                <w:szCs w:val="24"/>
              </w:rPr>
              <w:t>podmiotów policji administracyjnej</w:t>
            </w:r>
            <w:r w:rsidRPr="008928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:rsidR="0085747A" w:rsidP="009C54AE" w:rsidRDefault="003E5C70" w14:paraId="25EBF9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F6327C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:rsidRPr="009C54AE" w:rsidR="002D684B" w:rsidP="002D684B" w:rsidRDefault="002D684B" w14:paraId="68C6A7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E5C70" w:rsidTr="00C35F17" w14:paraId="3460328B" w14:textId="77777777">
        <w:tc>
          <w:tcPr>
            <w:tcW w:w="1659" w:type="dxa"/>
          </w:tcPr>
          <w:p w:rsidRPr="009C54AE" w:rsidR="003E5C70" w:rsidP="00536318" w:rsidRDefault="003E5C70" w14:paraId="68FB05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96" w:type="dxa"/>
          </w:tcPr>
          <w:p w:rsidRPr="003E5C70" w:rsidR="003E5C70" w:rsidP="00C35F17" w:rsidRDefault="00C35F17" w14:paraId="010B3E00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 xml:space="preserve">Wykazuje się podstawową wiedzą o relacjach między organami administracji publicznej, ze szczególnym uwzględnieniem organów odpowiedzialnych za </w:t>
            </w:r>
            <w:r>
              <w:rPr>
                <w:rFonts w:ascii="Corbel" w:hAnsi="Corbel"/>
                <w:sz w:val="24"/>
                <w:szCs w:val="24"/>
              </w:rPr>
              <w:t>ochronę podstawowych wartości człowieka</w:t>
            </w:r>
            <w:r w:rsidR="00844F24">
              <w:rPr>
                <w:rFonts w:ascii="Corbel" w:hAnsi="Corbel"/>
                <w:sz w:val="24"/>
                <w:szCs w:val="24"/>
              </w:rPr>
              <w:t>, co jest domeną policji administracyjnych.</w:t>
            </w:r>
          </w:p>
        </w:tc>
        <w:tc>
          <w:tcPr>
            <w:tcW w:w="2091" w:type="dxa"/>
          </w:tcPr>
          <w:p w:rsidRPr="009C54AE" w:rsidR="003E5C70" w:rsidP="00536318" w:rsidRDefault="003E5C70" w14:paraId="275649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F6327C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9C54AE" w:rsidR="003E5C70" w:rsidTr="00C35F17" w14:paraId="1772E98F" w14:textId="77777777">
        <w:tc>
          <w:tcPr>
            <w:tcW w:w="1659" w:type="dxa"/>
          </w:tcPr>
          <w:p w:rsidRPr="009C54AE" w:rsidR="003E5C70" w:rsidP="00536318" w:rsidRDefault="003E5C70" w14:paraId="697FCB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96" w:type="dxa"/>
          </w:tcPr>
          <w:p w:rsidRPr="003E5C70" w:rsidR="003E5C70" w:rsidP="00844F24" w:rsidRDefault="00C35F17" w14:paraId="669FD3BD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podstawową terminologię z zakresu </w:t>
            </w:r>
            <w:r w:rsidR="00844F24">
              <w:rPr>
                <w:rFonts w:ascii="Corbel" w:hAnsi="Corbel"/>
                <w:sz w:val="24"/>
                <w:szCs w:val="24"/>
              </w:rPr>
              <w:t xml:space="preserve">szeroko rozumianej policji administracyjnej czyli działalności władczej mającej na celu zapewnienie warunków bezpiecznej egzystencji ludzi oraz ich mienia. </w:t>
            </w:r>
          </w:p>
        </w:tc>
        <w:tc>
          <w:tcPr>
            <w:tcW w:w="2091" w:type="dxa"/>
          </w:tcPr>
          <w:p w:rsidRPr="009C54AE" w:rsidR="003E5C70" w:rsidP="00536318" w:rsidRDefault="00175954" w14:paraId="1C8AE4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AD152B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Pr="004A5FE3" w:rsidR="00C35F17" w:rsidTr="00C35F17" w14:paraId="41AD9C14" w14:textId="77777777">
        <w:tc>
          <w:tcPr>
            <w:tcW w:w="1659" w:type="dxa"/>
          </w:tcPr>
          <w:p w:rsidRPr="004A5FE3" w:rsidR="00C35F17" w:rsidP="00715414" w:rsidRDefault="00C35F17" w14:paraId="2E76D5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96" w:type="dxa"/>
          </w:tcPr>
          <w:p w:rsidRPr="004A5FE3" w:rsidR="00C35F17" w:rsidP="00DE1E26" w:rsidRDefault="00C35F17" w14:paraId="1FE31B8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na i rozumie metody, narzędzia i techniki pozyskiwania danych właściwe dla nauk administracyjnych pozwalające opisywać </w:t>
            </w:r>
            <w:r>
              <w:rPr>
                <w:rFonts w:ascii="Corbel" w:hAnsi="Corbel"/>
                <w:sz w:val="24"/>
                <w:szCs w:val="24"/>
              </w:rPr>
              <w:t xml:space="preserve">i klasyfikować 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podmioty </w:t>
            </w:r>
            <w:r w:rsidR="00DE1E26">
              <w:rPr>
                <w:rFonts w:ascii="Corbel" w:hAnsi="Corbel"/>
                <w:sz w:val="24"/>
                <w:szCs w:val="24"/>
              </w:rPr>
              <w:t xml:space="preserve">policji administracyjnej </w:t>
            </w:r>
            <w:r>
              <w:rPr>
                <w:rFonts w:ascii="Corbel" w:hAnsi="Corbel"/>
                <w:sz w:val="24"/>
                <w:szCs w:val="24"/>
              </w:rPr>
              <w:t xml:space="preserve">oraz potrafi wskazać na uwarunkowania prawne ich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funkcjonowania.</w:t>
            </w:r>
          </w:p>
        </w:tc>
        <w:tc>
          <w:tcPr>
            <w:tcW w:w="2091" w:type="dxa"/>
          </w:tcPr>
          <w:p w:rsidRPr="004A5FE3" w:rsidR="00C35F17" w:rsidP="00715414" w:rsidRDefault="00C35F17" w14:paraId="66A421B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lastRenderedPageBreak/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3E5C70" w:rsidTr="00C35F17" w14:paraId="5599830B" w14:textId="77777777">
        <w:tc>
          <w:tcPr>
            <w:tcW w:w="1659" w:type="dxa"/>
          </w:tcPr>
          <w:p w:rsidRPr="009C54AE" w:rsidR="003E5C70" w:rsidP="00536318" w:rsidRDefault="003E5C70" w14:paraId="3C4993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96" w:type="dxa"/>
          </w:tcPr>
          <w:p w:rsidRPr="00175954" w:rsidR="003E5C70" w:rsidP="00B723D8" w:rsidRDefault="00B723D8" w14:paraId="6D9DB64B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prawidłowo identyfikować i  interpretować zjawiska prawne, społeczne, ekonomiczne, polityczne i organizacyjne odnoszące się do obszaru ochrony życia, zdrowia, mienia, bezpieczeństwa ludzi oraz bezpieczeństwa i porządku publicznego, a także dostrzegać  i analizować ich wzajemne relacje. </w:t>
            </w:r>
          </w:p>
        </w:tc>
        <w:tc>
          <w:tcPr>
            <w:tcW w:w="2091" w:type="dxa"/>
          </w:tcPr>
          <w:p w:rsidRPr="009C54AE" w:rsidR="003E5C70" w:rsidP="00536318" w:rsidRDefault="00175954" w14:paraId="566757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Pr="009C54AE" w:rsidR="003E5C70" w:rsidTr="00C35F17" w14:paraId="31019E1D" w14:textId="77777777">
        <w:tc>
          <w:tcPr>
            <w:tcW w:w="1659" w:type="dxa"/>
          </w:tcPr>
          <w:p w:rsidRPr="009C54AE" w:rsidR="003E5C70" w:rsidP="00536318" w:rsidRDefault="003E5C70" w14:paraId="7D4528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96" w:type="dxa"/>
          </w:tcPr>
          <w:p w:rsidRPr="00175954" w:rsidR="003E5C70" w:rsidP="00BB04CF" w:rsidRDefault="00BB04CF" w14:paraId="6138E281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zdobytą wiedzę teoretyczną z dziedziny nauk administracyjnych do doboru oraz stosowania właściwych metod i narzędzi do identyfikowania oraz klasyfikowania źródeł </w:t>
            </w:r>
            <w:r w:rsidRPr="004A5FE3">
              <w:rPr>
                <w:rFonts w:ascii="Corbel" w:hAnsi="Corbel"/>
                <w:sz w:val="24"/>
                <w:szCs w:val="24"/>
              </w:rPr>
              <w:t>zagrożeń</w:t>
            </w:r>
            <w:r>
              <w:rPr>
                <w:rFonts w:ascii="Corbel" w:hAnsi="Corbel"/>
                <w:sz w:val="24"/>
                <w:szCs w:val="24"/>
              </w:rPr>
              <w:t xml:space="preserve">, których eliminacją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i zapobieganiem oraz usuwaniem skutków ich wystąpienia zajmują się policje administracyjne.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</w:tcPr>
          <w:p w:rsidRPr="009C54AE" w:rsidR="003E5C70" w:rsidP="00536318" w:rsidRDefault="00175954" w14:paraId="5E5654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9C54AE" w:rsidR="00C35F17" w:rsidTr="00715414" w14:paraId="7FAFCA7C" w14:textId="77777777">
        <w:tc>
          <w:tcPr>
            <w:tcW w:w="1659" w:type="dxa"/>
          </w:tcPr>
          <w:p w:rsidRPr="009C54AE" w:rsidR="00C35F17" w:rsidP="00715414" w:rsidRDefault="00C35F17" w14:paraId="261B88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96" w:type="dxa"/>
          </w:tcPr>
          <w:p w:rsidRPr="00175954" w:rsidR="00C35F17" w:rsidP="00BB04CF" w:rsidRDefault="00BB04CF" w14:paraId="095007F8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wykorzystywać posiadaną wiedzę do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6BF1">
              <w:rPr>
                <w:rFonts w:ascii="Corbel" w:hAnsi="Corbel"/>
                <w:sz w:val="24"/>
                <w:szCs w:val="24"/>
              </w:rPr>
              <w:t>analizowania, interpretowania oraz pr</w:t>
            </w:r>
            <w:r>
              <w:rPr>
                <w:rFonts w:ascii="Corbel" w:hAnsi="Corbel"/>
                <w:sz w:val="24"/>
                <w:szCs w:val="24"/>
              </w:rPr>
              <w:t xml:space="preserve">ojektowania strategii działań podmiotów policji administracyjnej, a także znajdywać rozwiązania problemów charakterystycznych dla obszaru podlegającego przez nie ochronie, a także prognozowania skutków prowadzonej działalności.  </w:t>
            </w:r>
          </w:p>
        </w:tc>
        <w:tc>
          <w:tcPr>
            <w:tcW w:w="2091" w:type="dxa"/>
          </w:tcPr>
          <w:p w:rsidRPr="009C54AE" w:rsidR="00C35F17" w:rsidP="00715414" w:rsidRDefault="00C35F17" w14:paraId="5E4E5F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Pr="009C54AE" w:rsidR="003E5C70" w:rsidTr="00C35F17" w14:paraId="53848379" w14:textId="77777777">
        <w:tc>
          <w:tcPr>
            <w:tcW w:w="1659" w:type="dxa"/>
          </w:tcPr>
          <w:p w:rsidRPr="009C54AE" w:rsidR="003E5C70" w:rsidP="00536318" w:rsidRDefault="003E5C70" w14:paraId="15F7FA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96" w:type="dxa"/>
          </w:tcPr>
          <w:p w:rsidRPr="00175954" w:rsidR="003E5C70" w:rsidP="00BB04CF" w:rsidRDefault="00BB04CF" w14:paraId="655F1DCA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osiada umiejętność </w:t>
            </w:r>
            <w:r>
              <w:rPr>
                <w:rFonts w:ascii="Corbel" w:hAnsi="Corbel"/>
                <w:sz w:val="24"/>
                <w:szCs w:val="24"/>
              </w:rPr>
              <w:t>samodzielnego przygotowania prac pisemnych oraz wystąpień ustnych, a także prezentacji multimedialnych</w:t>
            </w:r>
            <w:r w:rsidRPr="00625570">
              <w:rPr>
                <w:rFonts w:ascii="Corbel" w:hAnsi="Corbel"/>
                <w:sz w:val="24"/>
                <w:szCs w:val="24"/>
              </w:rPr>
              <w:t>, poświęcon</w:t>
            </w:r>
            <w:r>
              <w:rPr>
                <w:rFonts w:ascii="Corbel" w:hAnsi="Corbel"/>
                <w:sz w:val="24"/>
                <w:szCs w:val="24"/>
              </w:rPr>
              <w:t>ych zagadnieniom z zakresu istoty terminu policja administracyjna, obszaru ingerencji, a także funkcjonowania licznych jej podmiotów.</w:t>
            </w:r>
          </w:p>
        </w:tc>
        <w:tc>
          <w:tcPr>
            <w:tcW w:w="2091" w:type="dxa"/>
          </w:tcPr>
          <w:p w:rsidRPr="009C54AE" w:rsidR="003E5C70" w:rsidP="00536318" w:rsidRDefault="00802262" w14:paraId="0D06A8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Pr="009C54AE" w:rsidR="003E5C70" w:rsidTr="00C35F17" w14:paraId="1A99621F" w14:textId="77777777">
        <w:tc>
          <w:tcPr>
            <w:tcW w:w="1659" w:type="dxa"/>
          </w:tcPr>
          <w:p w:rsidRPr="009C54AE" w:rsidR="003E5C70" w:rsidP="00536318" w:rsidRDefault="003E5C70" w14:paraId="1DB49B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96" w:type="dxa"/>
          </w:tcPr>
          <w:p w:rsidRPr="00802262" w:rsidR="003E5C70" w:rsidP="003E6900" w:rsidRDefault="003E6900" w14:paraId="34CC3E22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p</w:t>
            </w:r>
            <w:r w:rsidRPr="003106B4">
              <w:rPr>
                <w:rFonts w:ascii="Corbel" w:hAnsi="Corbel"/>
                <w:sz w:val="24"/>
                <w:szCs w:val="24"/>
              </w:rPr>
              <w:t>osług</w:t>
            </w:r>
            <w:r>
              <w:rPr>
                <w:rFonts w:ascii="Corbel" w:hAnsi="Corbel"/>
                <w:sz w:val="24"/>
                <w:szCs w:val="24"/>
              </w:rPr>
              <w:t>iwania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się wiedzą</w:t>
            </w:r>
            <w:r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zakresu nauk o administracji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aspektów bezpieczeństwa życia, zdrowia, mienia, ładu, spokoju i porządku publicznego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sz w:val="24"/>
                <w:szCs w:val="24"/>
              </w:rPr>
              <w:t xml:space="preserve"> samodzielnego </w:t>
            </w:r>
            <w:r w:rsidRPr="003106B4">
              <w:rPr>
                <w:rFonts w:ascii="Corbel" w:hAnsi="Corbel"/>
                <w:sz w:val="24"/>
                <w:szCs w:val="24"/>
              </w:rPr>
              <w:t>identyfik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roz</w:t>
            </w:r>
            <w:r>
              <w:rPr>
                <w:rFonts w:ascii="Corbel" w:hAnsi="Corbel"/>
                <w:sz w:val="24"/>
                <w:szCs w:val="24"/>
              </w:rPr>
              <w:t xml:space="preserve">wiązywania problemów charakterystycznych dla policji administracyjnej. </w:t>
            </w:r>
          </w:p>
        </w:tc>
        <w:tc>
          <w:tcPr>
            <w:tcW w:w="2091" w:type="dxa"/>
          </w:tcPr>
          <w:p w:rsidRPr="009C54AE" w:rsidR="003E5C70" w:rsidP="00536318" w:rsidRDefault="00802262" w14:paraId="1A7877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9C54AE" w:rsidR="00C35F17" w:rsidTr="00715414" w14:paraId="0F75E7D7" w14:textId="77777777">
        <w:tc>
          <w:tcPr>
            <w:tcW w:w="1659" w:type="dxa"/>
          </w:tcPr>
          <w:p w:rsidRPr="009C54AE" w:rsidR="00C35F17" w:rsidP="00715414" w:rsidRDefault="00C35F17" w14:paraId="095606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96" w:type="dxa"/>
          </w:tcPr>
          <w:p w:rsidRPr="00802262" w:rsidR="00C35F17" w:rsidP="003E6900" w:rsidRDefault="003E6900" w14:paraId="44534B8B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inicjowania działania i współdziałania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w ramach działalności organów policji administracyjnej na rzecz interesu społecznego z uwzględnieniem wymogów prawnych, administracyjnych i ekonomicznych właściwych dla administracji publicznej i prywatnej podejmującej się zadań publicznych.</w:t>
            </w:r>
          </w:p>
        </w:tc>
        <w:tc>
          <w:tcPr>
            <w:tcW w:w="2091" w:type="dxa"/>
          </w:tcPr>
          <w:p w:rsidRPr="009C54AE" w:rsidR="00C35F17" w:rsidP="00715414" w:rsidRDefault="00C35F17" w14:paraId="4A85F0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  <w:tr w:rsidRPr="009C54AE" w:rsidR="0085747A" w:rsidTr="00C35F17" w14:paraId="26DE1E3A" w14:textId="77777777">
        <w:tc>
          <w:tcPr>
            <w:tcW w:w="1659" w:type="dxa"/>
          </w:tcPr>
          <w:p w:rsidRPr="009C54AE" w:rsidR="0085747A" w:rsidP="009C54AE" w:rsidRDefault="0085747A" w14:paraId="394BD4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96" w:type="dxa"/>
          </w:tcPr>
          <w:p w:rsidRPr="00802262" w:rsidR="0085747A" w:rsidP="003E6900" w:rsidRDefault="003E6900" w14:paraId="2D1AC7D0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wypełniania zobowiązań i inspirowania działalności na rzecz zapewnienia bezpieczeństwa indywidualnego ludzi oraz grup społecznych, a także rzetel</w:t>
            </w:r>
            <w:r w:rsidRPr="003150FB">
              <w:rPr>
                <w:rFonts w:ascii="Corbel" w:hAnsi="Corbel"/>
                <w:sz w:val="24"/>
                <w:szCs w:val="24"/>
              </w:rPr>
              <w:t xml:space="preserve">nego pełnienia różnych ról zawodowych w organach </w:t>
            </w:r>
            <w:r>
              <w:rPr>
                <w:rFonts w:ascii="Corbel" w:hAnsi="Corbel"/>
                <w:sz w:val="24"/>
                <w:szCs w:val="24"/>
              </w:rPr>
              <w:t xml:space="preserve">policji administracyjnej </w:t>
            </w:r>
            <w:r w:rsidRPr="003150FB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za</w:t>
            </w:r>
            <w:r w:rsidRPr="003150FB">
              <w:rPr>
                <w:rFonts w:ascii="Corbel" w:hAnsi="Corbel"/>
                <w:sz w:val="24"/>
                <w:szCs w:val="24"/>
              </w:rPr>
              <w:t xml:space="preserve">chowaniem standardów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150FB">
              <w:rPr>
                <w:rFonts w:ascii="Corbel" w:hAnsi="Corbel"/>
                <w:sz w:val="24"/>
                <w:szCs w:val="24"/>
              </w:rPr>
              <w:t xml:space="preserve">i zasad </w:t>
            </w:r>
            <w:r>
              <w:rPr>
                <w:rFonts w:ascii="Corbel" w:hAnsi="Corbel"/>
                <w:sz w:val="24"/>
                <w:szCs w:val="24"/>
              </w:rPr>
              <w:t>prawnych, etycznych i moralnych.</w:t>
            </w:r>
          </w:p>
        </w:tc>
        <w:tc>
          <w:tcPr>
            <w:tcW w:w="2091" w:type="dxa"/>
          </w:tcPr>
          <w:p w:rsidRPr="009C54AE" w:rsidR="0085747A" w:rsidP="009C54AE" w:rsidRDefault="00802262" w14:paraId="777036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</w:tbl>
    <w:p w:rsidRPr="009C54AE" w:rsidR="0085747A" w:rsidP="009C54AE" w:rsidRDefault="00675843" w14:paraId="323A5CF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P="009C54AE" w:rsidRDefault="0085747A" w14:paraId="040DCEB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9E54FD" w:rsidP="009E54FD" w:rsidRDefault="009E54FD" w14:paraId="20C031E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9E54FD" w:rsidTr="0E24FCBA" w14:paraId="2BF873C5" w14:textId="77777777">
        <w:tc>
          <w:tcPr>
            <w:tcW w:w="9639" w:type="dxa"/>
            <w:tcMar/>
          </w:tcPr>
          <w:p w:rsidRPr="009C54AE" w:rsidR="009E54FD" w:rsidP="00715414" w:rsidRDefault="009E54FD" w14:paraId="0847223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E54FD" w:rsidTr="0E24FCBA" w14:paraId="00C2B5EB" w14:textId="77777777">
        <w:tc>
          <w:tcPr>
            <w:tcW w:w="9639" w:type="dxa"/>
            <w:tcMar/>
          </w:tcPr>
          <w:p w:rsidRPr="009C54AE" w:rsidR="009E54FD" w:rsidP="00715414" w:rsidRDefault="009E54FD" w14:paraId="757E1398" w14:textId="4216E7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E24FCBA" w:rsidR="0DBF9F4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75843" w:rsidP="009C54AE" w:rsidRDefault="00675843" w14:paraId="39C4C21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E54FD" w:rsidR="009E54FD" w:rsidP="009E54FD" w:rsidRDefault="009E54FD" w14:paraId="4C56C5D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E54F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9E54FD" w:rsidP="009C54AE" w:rsidRDefault="009E54FD" w14:paraId="37EFDE7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7933"/>
        <w:gridCol w:w="713"/>
      </w:tblGrid>
      <w:tr w:rsidRPr="009C54AE" w:rsidR="0085747A" w:rsidTr="0E24FCBA" w14:paraId="416E9990" w14:textId="77777777">
        <w:tc>
          <w:tcPr>
            <w:tcW w:w="9591" w:type="dxa"/>
            <w:gridSpan w:val="3"/>
            <w:tcMar/>
          </w:tcPr>
          <w:p w:rsidRPr="009C54AE" w:rsidR="0085747A" w:rsidP="009C54AE" w:rsidRDefault="0085747A" w14:paraId="083702A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71969" w:rsidR="00456C19" w:rsidTr="0E24FCBA" w14:paraId="07E97CE5" w14:textId="77777777">
        <w:trPr>
          <w:trHeight w:val="325"/>
        </w:trPr>
        <w:tc>
          <w:tcPr>
            <w:tcW w:w="945" w:type="dxa"/>
            <w:tcMar/>
          </w:tcPr>
          <w:p w:rsidRPr="00E71969" w:rsidR="00456C19" w:rsidP="00AD7EEE" w:rsidRDefault="00456C19" w14:paraId="4B0606AC" w14:textId="7777777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413ADAC3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Geneza policji administracyjnej</w:t>
            </w:r>
          </w:p>
        </w:tc>
        <w:tc>
          <w:tcPr>
            <w:tcW w:w="713" w:type="dxa"/>
            <w:tcMar/>
          </w:tcPr>
          <w:p w:rsidRPr="00E71969" w:rsidR="00456C19" w:rsidP="00E71969" w:rsidRDefault="00456C19" w14:paraId="09E7425C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0E24FCBA" w14:paraId="76C837FD" w14:textId="77777777">
        <w:trPr>
          <w:trHeight w:val="263"/>
        </w:trPr>
        <w:tc>
          <w:tcPr>
            <w:tcW w:w="945" w:type="dxa"/>
            <w:tcMar/>
          </w:tcPr>
          <w:p w:rsidRPr="00E71969" w:rsidR="00456C19" w:rsidP="00AD7EEE" w:rsidRDefault="00456C19" w14:paraId="23691CE2" w14:textId="77777777">
            <w:pPr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413389" w14:paraId="1285CCB7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Poję</w:t>
            </w:r>
            <w:r w:rsidR="00F448DA">
              <w:rPr>
                <w:rFonts w:ascii="Corbel" w:hAnsi="Corbel" w:eastAsia="Cambria"/>
                <w:sz w:val="24"/>
                <w:szCs w:val="24"/>
              </w:rPr>
              <w:t>cie i cechy policji administracyjnej</w:t>
            </w:r>
          </w:p>
        </w:tc>
        <w:tc>
          <w:tcPr>
            <w:tcW w:w="713" w:type="dxa"/>
            <w:tcMar/>
          </w:tcPr>
          <w:p w:rsidRPr="00E71969" w:rsidR="00456C19" w:rsidP="00E71969" w:rsidRDefault="00456C19" w14:paraId="320B4E51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0E24FCBA" w14:paraId="0DBE1E8E" w14:textId="77777777">
        <w:trPr>
          <w:trHeight w:val="262"/>
        </w:trPr>
        <w:tc>
          <w:tcPr>
            <w:tcW w:w="945" w:type="dxa"/>
            <w:tcMar/>
          </w:tcPr>
          <w:p w:rsidRPr="00E71969" w:rsidR="00456C19" w:rsidP="00AD7EEE" w:rsidRDefault="00456C19" w14:paraId="7A18D872" w14:textId="77777777">
            <w:pPr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26349137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Ujęcia policji administracyjnej</w:t>
            </w:r>
            <w:r w:rsidRPr="00E71969" w:rsidR="00456C19">
              <w:rPr>
                <w:rFonts w:ascii="Corbel" w:hAnsi="Corbel" w:eastAsia="Cambria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713" w:type="dxa"/>
            <w:tcMar/>
          </w:tcPr>
          <w:p w:rsidRPr="00E71969" w:rsidR="00456C19" w:rsidP="00E71969" w:rsidRDefault="009E54FD" w14:paraId="49B3B1F0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0E24FCBA" w14:paraId="716586FE" w14:textId="77777777">
        <w:trPr>
          <w:trHeight w:val="315"/>
        </w:trPr>
        <w:tc>
          <w:tcPr>
            <w:tcW w:w="945" w:type="dxa"/>
            <w:tcMar/>
          </w:tcPr>
          <w:p w:rsidRPr="00E71969" w:rsidR="00456C19" w:rsidP="00AD7EEE" w:rsidRDefault="00456C19" w14:paraId="51A6E34F" w14:textId="77777777">
            <w:pPr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0A6B309C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Zasady działania</w:t>
            </w:r>
          </w:p>
        </w:tc>
        <w:tc>
          <w:tcPr>
            <w:tcW w:w="713" w:type="dxa"/>
            <w:tcMar/>
          </w:tcPr>
          <w:p w:rsidRPr="00E71969" w:rsidR="00456C19" w:rsidP="00E71969" w:rsidRDefault="00456C19" w14:paraId="4D347B28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E71969" w:rsidTr="0E24FCBA" w14:paraId="5E31414D" w14:textId="77777777">
        <w:trPr>
          <w:trHeight w:val="262"/>
        </w:trPr>
        <w:tc>
          <w:tcPr>
            <w:tcW w:w="945" w:type="dxa"/>
            <w:tcMar/>
          </w:tcPr>
          <w:p w:rsidRPr="00E71969" w:rsidR="00E71969" w:rsidP="00AD7EEE" w:rsidRDefault="00E71969" w14:paraId="5EF8B9D4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E71969" w:rsidP="00E71969" w:rsidRDefault="00F448DA" w14:paraId="06FDE817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Prawne formy działania policji administracyjnej</w:t>
            </w:r>
          </w:p>
        </w:tc>
        <w:tc>
          <w:tcPr>
            <w:tcW w:w="713" w:type="dxa"/>
            <w:tcMar/>
          </w:tcPr>
          <w:p w:rsidRPr="00E71969" w:rsidR="00E71969" w:rsidP="00E71969" w:rsidRDefault="009E54FD" w14:paraId="55BD6750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0E24FCBA" w14:paraId="7B685255" w14:textId="77777777">
        <w:trPr>
          <w:trHeight w:val="262"/>
        </w:trPr>
        <w:tc>
          <w:tcPr>
            <w:tcW w:w="945" w:type="dxa"/>
            <w:tcMar/>
          </w:tcPr>
          <w:p w:rsidRPr="00E71969" w:rsidR="00456C19" w:rsidP="00AD7EEE" w:rsidRDefault="00456C19" w14:paraId="22A30DA0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644E871E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Organy administracji ogólnej jako policja administracyjna</w:t>
            </w:r>
            <w:r w:rsidRPr="00E71969" w:rsidR="00456C19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</w:p>
        </w:tc>
        <w:tc>
          <w:tcPr>
            <w:tcW w:w="713" w:type="dxa"/>
            <w:tcMar/>
          </w:tcPr>
          <w:p w:rsidRPr="00E71969" w:rsidR="00456C19" w:rsidP="00E71969" w:rsidRDefault="009E54FD" w14:paraId="33A27B7E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0E24FCBA" w14:paraId="3697A3F9" w14:textId="77777777">
        <w:trPr>
          <w:trHeight w:val="250"/>
        </w:trPr>
        <w:tc>
          <w:tcPr>
            <w:tcW w:w="945" w:type="dxa"/>
            <w:tcMar/>
          </w:tcPr>
          <w:p w:rsidRPr="00E71969" w:rsidR="00456C19" w:rsidP="00AD7EEE" w:rsidRDefault="00456C19" w14:paraId="6C2B849B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5C8B26B8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Umundurowane i uzbrojone formacje policji administracyjnej</w:t>
            </w:r>
          </w:p>
        </w:tc>
        <w:tc>
          <w:tcPr>
            <w:tcW w:w="713" w:type="dxa"/>
            <w:tcMar/>
          </w:tcPr>
          <w:p w:rsidRPr="00E71969" w:rsidR="00456C19" w:rsidP="00E71969" w:rsidRDefault="009E54FD" w14:paraId="615936C9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0E24FCBA" w14:paraId="213C35E2" w14:textId="77777777">
        <w:trPr>
          <w:trHeight w:val="262"/>
        </w:trPr>
        <w:tc>
          <w:tcPr>
            <w:tcW w:w="945" w:type="dxa"/>
            <w:tcMar/>
          </w:tcPr>
          <w:p w:rsidRPr="00E71969" w:rsidR="00456C19" w:rsidP="00AD7EEE" w:rsidRDefault="00456C19" w14:paraId="727A50F5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5980CE79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Policja jako organ policji administracyjnej o kompetencjach ogólnych</w:t>
            </w:r>
          </w:p>
        </w:tc>
        <w:tc>
          <w:tcPr>
            <w:tcW w:w="713" w:type="dxa"/>
            <w:tcMar/>
          </w:tcPr>
          <w:p w:rsidRPr="00E71969" w:rsidR="00456C19" w:rsidP="00E71969" w:rsidRDefault="00F448DA" w14:paraId="3D7DE162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0E24FCBA" w14:paraId="68A75B7A" w14:textId="77777777">
        <w:trPr>
          <w:trHeight w:val="250"/>
        </w:trPr>
        <w:tc>
          <w:tcPr>
            <w:tcW w:w="945" w:type="dxa"/>
            <w:tcMar/>
          </w:tcPr>
          <w:p w:rsidRPr="00E71969" w:rsidR="00456C19" w:rsidP="00AD7EEE" w:rsidRDefault="00456C19" w14:paraId="1DEBEB4E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567B5D" w:rsidRDefault="00F448DA" w14:paraId="7EAEDEC2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Nieumundurowane, cywilne podmioty</w:t>
            </w:r>
          </w:p>
        </w:tc>
        <w:tc>
          <w:tcPr>
            <w:tcW w:w="713" w:type="dxa"/>
            <w:tcMar/>
          </w:tcPr>
          <w:p w:rsidRPr="00E71969" w:rsidR="00456C19" w:rsidP="00E71969" w:rsidRDefault="009E54FD" w14:paraId="15A4A700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9E54FD" w:rsidTr="0E24FCBA" w14:paraId="5B1CBF69" w14:textId="77777777">
        <w:trPr>
          <w:trHeight w:val="275"/>
        </w:trPr>
        <w:tc>
          <w:tcPr>
            <w:tcW w:w="945" w:type="dxa"/>
            <w:tcMar/>
          </w:tcPr>
          <w:p w:rsidRPr="009E54FD" w:rsidR="009E54FD" w:rsidP="0E24FCBA" w:rsidRDefault="009E54FD" w14:paraId="776D452A" w14:textId="6D22DDBD">
            <w:pPr>
              <w:spacing w:line="240" w:lineRule="auto"/>
              <w:ind w:left="360" w:hanging="360"/>
              <w:rPr>
                <w:rFonts w:ascii="Corbel" w:hAnsi="Corbel" w:eastAsia="Cambria"/>
                <w:sz w:val="24"/>
                <w:szCs w:val="24"/>
              </w:rPr>
            </w:pPr>
            <w:r w:rsidRPr="0E24FCBA" w:rsidR="4D54A0FF">
              <w:rPr>
                <w:rFonts w:ascii="Corbel" w:hAnsi="Corbel" w:eastAsia="Cambria"/>
                <w:sz w:val="24"/>
                <w:szCs w:val="24"/>
              </w:rPr>
              <w:t>10.</w:t>
            </w:r>
          </w:p>
        </w:tc>
        <w:tc>
          <w:tcPr>
            <w:tcW w:w="7933" w:type="dxa"/>
            <w:tcMar/>
          </w:tcPr>
          <w:p w:rsidRPr="00E71969" w:rsidR="009E54FD" w:rsidP="00715414" w:rsidRDefault="009E54FD" w14:paraId="3603410A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Formacje prywatne i samorządowe</w:t>
            </w:r>
          </w:p>
        </w:tc>
        <w:tc>
          <w:tcPr>
            <w:tcW w:w="713" w:type="dxa"/>
            <w:tcMar/>
          </w:tcPr>
          <w:p w:rsidRPr="00E71969" w:rsidR="009E54FD" w:rsidP="00715414" w:rsidRDefault="009E54FD" w14:paraId="35E2DBF3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0E24FCBA" w14:paraId="0F5639F7" w14:textId="77777777">
        <w:trPr>
          <w:trHeight w:val="275"/>
        </w:trPr>
        <w:tc>
          <w:tcPr>
            <w:tcW w:w="945" w:type="dxa"/>
            <w:tcMar/>
          </w:tcPr>
          <w:p w:rsidRPr="009E54FD" w:rsidR="00456C19" w:rsidP="00AD7EEE" w:rsidRDefault="00456C19" w14:paraId="78E7F994" w14:textId="77777777">
            <w:p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9E54FD" w:rsidRDefault="009E54FD" w14:paraId="765EAC2E" w14:textId="77777777">
            <w:pPr>
              <w:spacing w:line="240" w:lineRule="auto"/>
              <w:jc w:val="right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suma</w:t>
            </w:r>
          </w:p>
        </w:tc>
        <w:tc>
          <w:tcPr>
            <w:tcW w:w="713" w:type="dxa"/>
            <w:tcMar/>
          </w:tcPr>
          <w:p w:rsidRPr="00E71969" w:rsidR="00456C19" w:rsidP="00E71969" w:rsidRDefault="00A917B3" w14:paraId="29006603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E54F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Pr="009C54AE" w:rsidR="0085747A" w:rsidP="009C54AE" w:rsidRDefault="0085747A" w14:paraId="79FA67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164FA7D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E24FCBA" w:rsidR="009F4610">
        <w:rPr>
          <w:rFonts w:ascii="Corbel" w:hAnsi="Corbel"/>
          <w:caps w:val="0"/>
          <w:smallCaps w:val="0"/>
        </w:rPr>
        <w:t>3.4 Metody dydaktyczne</w:t>
      </w:r>
      <w:r w:rsidRPr="0E24FCBA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478C0F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92893" w:rsidR="00957E9F" w:rsidP="00957E9F" w:rsidRDefault="00957E9F" w14:paraId="634D59D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Pr="004B2B57">
        <w:rPr>
          <w:rFonts w:ascii="Corbel" w:hAnsi="Corbel"/>
          <w:b w:val="0"/>
          <w:smallCaps w:val="0"/>
          <w:szCs w:val="24"/>
        </w:rPr>
        <w:t xml:space="preserve"> z prezentacją multimedialną, analiza i interpretacja tekstów źródłowych, praca </w:t>
      </w:r>
      <w:r w:rsidRPr="004B2B57">
        <w:rPr>
          <w:rFonts w:ascii="Corbel" w:hAnsi="Corbel"/>
          <w:b w:val="0"/>
          <w:smallCaps w:val="0"/>
          <w:szCs w:val="24"/>
        </w:rPr>
        <w:br/>
      </w:r>
      <w:r w:rsidRPr="004B2B57">
        <w:rPr>
          <w:rFonts w:ascii="Corbel" w:hAnsi="Corbel"/>
          <w:b w:val="0"/>
          <w:smallCaps w:val="0"/>
          <w:szCs w:val="24"/>
        </w:rPr>
        <w:t>w grupach, analiza przypadków.</w:t>
      </w:r>
    </w:p>
    <w:p w:rsidR="00E960BB" w:rsidP="009C54AE" w:rsidRDefault="00E960BB" w14:paraId="297D32A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30DE3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6EEB79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F0625A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9DF2C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33816599" w14:textId="77777777">
        <w:tc>
          <w:tcPr>
            <w:tcW w:w="1985" w:type="dxa"/>
            <w:vAlign w:val="center"/>
          </w:tcPr>
          <w:p w:rsidRPr="009C54AE" w:rsidR="0085747A" w:rsidP="009C54AE" w:rsidRDefault="0071620A" w14:paraId="01BD99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383E76" w14:paraId="61BC99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B69CF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538E7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321D1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602CE2" w:rsidR="00602CE2" w:rsidTr="00536318" w14:paraId="5B270C58" w14:textId="77777777">
        <w:tc>
          <w:tcPr>
            <w:tcW w:w="1985" w:type="dxa"/>
          </w:tcPr>
          <w:p w:rsidRPr="00602CE2" w:rsidR="00602CE2" w:rsidP="00536318" w:rsidRDefault="00602CE2" w14:paraId="062369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602CE2" w:rsidR="00602CE2" w:rsidP="00536318" w:rsidRDefault="0016645A" w14:paraId="1785334B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6C0D73F9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 w:rsid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7E8495F3" w14:textId="77777777">
        <w:tc>
          <w:tcPr>
            <w:tcW w:w="1985" w:type="dxa"/>
          </w:tcPr>
          <w:p w:rsidRPr="00602CE2" w:rsidR="00602CE2" w:rsidP="00536318" w:rsidRDefault="00602CE2" w14:paraId="041173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:rsidRPr="00602CE2" w:rsidR="00602CE2" w:rsidP="00536318" w:rsidRDefault="0016645A" w14:paraId="2C8C7014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22B46B49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7DD31C20" w14:textId="77777777">
        <w:tc>
          <w:tcPr>
            <w:tcW w:w="1985" w:type="dxa"/>
          </w:tcPr>
          <w:p w:rsidRPr="00602CE2" w:rsidR="00602CE2" w:rsidP="00536318" w:rsidRDefault="00602CE2" w14:paraId="3F7981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602CE2" w:rsidP="00536318" w:rsidRDefault="0016645A" w14:paraId="336D5081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03B625C1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487329CD" w14:textId="77777777">
        <w:tc>
          <w:tcPr>
            <w:tcW w:w="1985" w:type="dxa"/>
          </w:tcPr>
          <w:p w:rsidRPr="00602CE2" w:rsidR="00602CE2" w:rsidP="00536318" w:rsidRDefault="00602CE2" w14:paraId="26EAEE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602CE2" w:rsidP="00536318" w:rsidRDefault="0016645A" w14:paraId="1DD0C199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6C9FC5C6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16645A" w:rsidTr="00715414" w14:paraId="5E752888" w14:textId="77777777">
        <w:tc>
          <w:tcPr>
            <w:tcW w:w="1985" w:type="dxa"/>
          </w:tcPr>
          <w:p w:rsidRPr="00602CE2" w:rsidR="0016645A" w:rsidP="00715414" w:rsidRDefault="0016645A" w14:paraId="051774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16645A" w:rsidP="00715414" w:rsidRDefault="0016645A" w14:paraId="6FDBCEA5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16645A" w:rsidP="00715414" w:rsidRDefault="0016645A" w14:paraId="5E9392D7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16645A" w:rsidTr="00715414" w14:paraId="5CFBD342" w14:textId="77777777">
        <w:tc>
          <w:tcPr>
            <w:tcW w:w="1985" w:type="dxa"/>
          </w:tcPr>
          <w:p w:rsidRPr="00602CE2" w:rsidR="0016645A" w:rsidP="00715414" w:rsidRDefault="00D8768B" w14:paraId="4FA0CE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602CE2" w:rsidR="0016645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16645A" w:rsidP="00715414" w:rsidRDefault="0016645A" w14:paraId="672CA583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16645A" w:rsidP="00715414" w:rsidRDefault="0016645A" w14:paraId="36D67964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16645A" w:rsidTr="00715414" w14:paraId="275E55A8" w14:textId="77777777">
        <w:tc>
          <w:tcPr>
            <w:tcW w:w="1985" w:type="dxa"/>
          </w:tcPr>
          <w:p w:rsidRPr="00602CE2" w:rsidR="0016645A" w:rsidP="00715414" w:rsidRDefault="00D8768B" w14:paraId="43E474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  <w:r w:rsidRPr="00602CE2" w:rsidR="0016645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16645A" w:rsidP="00715414" w:rsidRDefault="0016645A" w14:paraId="2E4F7CD4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16645A" w:rsidP="00715414" w:rsidRDefault="0016645A" w14:paraId="3A74A157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79F5C4A1" w14:textId="77777777">
        <w:tc>
          <w:tcPr>
            <w:tcW w:w="1985" w:type="dxa"/>
          </w:tcPr>
          <w:p w:rsidRPr="00602CE2" w:rsidR="00602CE2" w:rsidP="00536318" w:rsidRDefault="00D8768B" w14:paraId="6908D9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08</w:t>
            </w:r>
            <w:r w:rsidRPr="00602CE2" w:rsid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602CE2" w:rsidP="00536318" w:rsidRDefault="0016645A" w14:paraId="1394E021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516710A1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4FB32D03" w14:textId="77777777">
        <w:tc>
          <w:tcPr>
            <w:tcW w:w="1985" w:type="dxa"/>
          </w:tcPr>
          <w:p w:rsidRPr="00602CE2" w:rsidR="00602CE2" w:rsidP="00536318" w:rsidRDefault="00602CE2" w14:paraId="648554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D8768B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Pr="00602CE2" w:rsidR="00602CE2" w:rsidP="00FC31D7" w:rsidRDefault="0016645A" w14:paraId="69F4FD49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="00413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4F26" w:rsidR="00413389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413389">
              <w:rPr>
                <w:rFonts w:ascii="Corbel" w:hAnsi="Corbel"/>
                <w:sz w:val="24"/>
                <w:szCs w:val="24"/>
              </w:rPr>
              <w:t>.</w:t>
            </w:r>
            <w:r w:rsidRPr="00602CE2" w:rsidR="00413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2CE2" w:rsid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:rsidRPr="00602CE2" w:rsidR="00602CE2" w:rsidP="00536318" w:rsidRDefault="0016645A" w14:paraId="76A5BF92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456B7B21" w14:textId="77777777">
        <w:tc>
          <w:tcPr>
            <w:tcW w:w="1985" w:type="dxa"/>
          </w:tcPr>
          <w:p w:rsidRPr="00602CE2" w:rsidR="00602CE2" w:rsidP="00536318" w:rsidRDefault="00D8768B" w14:paraId="27D2B8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10</w:t>
            </w:r>
            <w:r w:rsidRPr="00602CE2" w:rsid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602CE2" w:rsidP="00536318" w:rsidRDefault="00602CE2" w14:paraId="59F78D51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:rsidRPr="00602CE2" w:rsidR="00602CE2" w:rsidP="00536318" w:rsidRDefault="0016645A" w14:paraId="08F54BD9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85747A" w:rsidTr="00C05F44" w14:paraId="557C6703" w14:textId="77777777">
        <w:tc>
          <w:tcPr>
            <w:tcW w:w="1985" w:type="dxa"/>
          </w:tcPr>
          <w:p w:rsidRPr="00602CE2" w:rsidR="0085747A" w:rsidP="00602CE2" w:rsidRDefault="00602CE2" w14:paraId="475F7C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</w:t>
            </w:r>
            <w:r w:rsidR="00D8768B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528" w:type="dxa"/>
          </w:tcPr>
          <w:p w:rsidRPr="00602CE2" w:rsidR="0085747A" w:rsidP="00602CE2" w:rsidRDefault="004977ED" w14:paraId="3542A553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:rsidRPr="00602CE2" w:rsidR="0085747A" w:rsidP="00602CE2" w:rsidRDefault="0016645A" w14:paraId="58CD427C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2088C1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96F26D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831CAF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53EDB155" w14:paraId="39DD3AA6" w14:textId="77777777">
        <w:tc>
          <w:tcPr>
            <w:tcW w:w="9670" w:type="dxa"/>
            <w:tcMar/>
          </w:tcPr>
          <w:p w:rsidRPr="009C54AE" w:rsidR="0085747A" w:rsidP="53EDB155" w:rsidRDefault="0016645A" w14:paraId="64747737" w14:textId="042037E7">
            <w:pPr>
              <w:spacing w:before="0" w:after="0"/>
              <w:jc w:val="both"/>
            </w:pPr>
            <w:r w:rsidRPr="53EDB155" w:rsidR="687BEBD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53EDB155" w:rsidR="687BEBD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53EDB155" w:rsidR="687BEBDA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3EDB155" w:rsidRDefault="0016645A" w14:paraId="29443CCD" w14:textId="7797A30C">
            <w:pPr>
              <w:pStyle w:val="Punktygwne"/>
              <w:spacing w:before="0" w:after="0"/>
              <w:jc w:val="both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53EDB155" w:rsidR="687BEBD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</w:t>
            </w:r>
          </w:p>
        </w:tc>
      </w:tr>
    </w:tbl>
    <w:p w:rsidRPr="009C54AE" w:rsidR="0085747A" w:rsidP="009C54AE" w:rsidRDefault="0085747A" w14:paraId="771FB24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607C5B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33972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E24FCBA" w14:paraId="175944BE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0DF2EA3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3B11077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E24FCBA" w14:paraId="47096F99" w14:textId="77777777">
        <w:tc>
          <w:tcPr>
            <w:tcW w:w="4962" w:type="dxa"/>
            <w:tcMar/>
          </w:tcPr>
          <w:p w:rsidRPr="009C54AE" w:rsidR="0085747A" w:rsidP="00602CE2" w:rsidRDefault="00C61DC5" w14:paraId="56AEE9F0" w14:textId="636246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E24FCBA" w:rsidR="00C61DC5">
              <w:rPr>
                <w:rFonts w:ascii="Corbel" w:hAnsi="Corbel"/>
                <w:sz w:val="24"/>
                <w:szCs w:val="24"/>
              </w:rPr>
              <w:t>G</w:t>
            </w:r>
            <w:r w:rsidRPr="0E24FCB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E24FCBA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0E24FCB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E24FCBA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0E24FCBA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br/>
            </w:r>
            <w:r w:rsidRPr="0E24FCBA" w:rsidR="0085747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E24FCBA" w:rsidR="795B0C8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E24FCBA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383E76" w:rsidRDefault="0016645A" w14:paraId="0F518FE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02C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E24FCBA" w14:paraId="70058834" w14:textId="77777777">
        <w:tc>
          <w:tcPr>
            <w:tcW w:w="4962" w:type="dxa"/>
            <w:tcMar/>
          </w:tcPr>
          <w:p w:rsidRPr="009C54AE" w:rsidR="00C61DC5" w:rsidP="009C54AE" w:rsidRDefault="00C61DC5" w14:paraId="500B17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602CE2" w:rsidRDefault="00C61DC5" w14:paraId="549717B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383E76" w:rsidRDefault="0016645A" w14:paraId="4374B9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E24FCBA" w14:paraId="028256D3" w14:textId="77777777">
        <w:tc>
          <w:tcPr>
            <w:tcW w:w="4962" w:type="dxa"/>
            <w:tcMar/>
          </w:tcPr>
          <w:p w:rsidRPr="009C54AE" w:rsidR="00C61DC5" w:rsidP="009C54AE" w:rsidRDefault="00C61DC5" w14:paraId="1F4734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383E76" w:rsidRDefault="0016645A" w14:paraId="09AB0F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0E24FCBA" w14:paraId="395B9390" w14:textId="77777777">
        <w:tc>
          <w:tcPr>
            <w:tcW w:w="4962" w:type="dxa"/>
            <w:tcMar/>
          </w:tcPr>
          <w:p w:rsidRPr="009C54AE" w:rsidR="0085747A" w:rsidP="009C54AE" w:rsidRDefault="0085747A" w14:paraId="5D4981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383E76" w:rsidRDefault="0016645A" w14:paraId="6808EC3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Pr="009C54AE" w:rsidR="0085747A" w:rsidTr="0E24FCBA" w14:paraId="505B2595" w14:textId="77777777">
        <w:tc>
          <w:tcPr>
            <w:tcW w:w="4962" w:type="dxa"/>
            <w:tcMar/>
          </w:tcPr>
          <w:p w:rsidRPr="009C54AE" w:rsidR="0085747A" w:rsidP="009C54AE" w:rsidRDefault="0085747A" w14:paraId="0938C6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383E76" w:rsidRDefault="0016645A" w14:paraId="621164F6" w14:textId="5690E1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E24FCBA" w:rsidR="656D19B3">
              <w:rPr>
                <w:rFonts w:ascii="Corbel" w:hAnsi="Corbel"/>
                <w:sz w:val="24"/>
                <w:szCs w:val="24"/>
              </w:rPr>
              <w:t>3</w:t>
            </w:r>
            <w:r w:rsidRPr="0E24FCBA" w:rsidR="5F189B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923D7D" w14:paraId="53BD946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AF314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5DB9" w:rsidP="009C54AE" w:rsidRDefault="00F45DB9" w14:paraId="4A53230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E24FCBA" w:rsidRDefault="0071620A" w14:paraId="7272E9DA" w14:textId="0C50193A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0E24FCBA" w:rsidR="0071620A">
        <w:rPr>
          <w:rFonts w:ascii="Corbel" w:hAnsi="Corbel"/>
          <w:caps w:val="0"/>
          <w:smallCaps w:val="0"/>
        </w:rPr>
        <w:t xml:space="preserve">6. </w:t>
      </w:r>
      <w:r w:rsidRPr="0E24FCBA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3D82402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E24FCBA" w14:paraId="7577555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8E366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E24FCBA" w:rsidRDefault="00602CE2" w14:paraId="59B3B070" w14:textId="3B8F8C6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0E24FCBA" w:rsidR="2BE740D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Nie dotyczy </w:t>
            </w:r>
          </w:p>
          <w:p w:rsidRPr="009C54AE" w:rsidR="0085747A" w:rsidP="0E24FCBA" w:rsidRDefault="00602CE2" w14:paraId="56F0F86D" w14:textId="42DB3F7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E24FCBA" w:rsidR="2BE740D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  <w:tr w:rsidRPr="009C54AE" w:rsidR="0085747A" w:rsidTr="0E24FCBA" w14:paraId="58136693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E130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E24FCBA" w:rsidRDefault="0085747A" w14:paraId="090DD024" w14:textId="34C9D4D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0E24FCBA" w:rsidR="0A8537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  <w:p w:rsidRPr="009C54AE" w:rsidR="0085747A" w:rsidP="0E24FCBA" w:rsidRDefault="0085747A" w14:paraId="3BF2437A" w14:textId="7023829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3E1941" w:rsidP="009C54AE" w:rsidRDefault="003E1941" w14:paraId="7B530BA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BF25E2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C13EF3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1536A" w:rsidR="0085747A" w:rsidTr="0E24FCBA" w14:paraId="7C9AB1DD" w14:textId="77777777">
        <w:trPr>
          <w:trHeight w:val="397"/>
        </w:trPr>
        <w:tc>
          <w:tcPr>
            <w:tcW w:w="7513" w:type="dxa"/>
            <w:tcMar/>
          </w:tcPr>
          <w:p w:rsidRPr="0061536A" w:rsidR="0085747A" w:rsidP="0E24FCBA" w:rsidRDefault="0085747A" w14:paraId="03CBF489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E24FCBA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E24FCBA" w:rsidP="0E24FCBA" w:rsidRDefault="0E24FCBA" w14:paraId="3055CCA0" w14:textId="608479F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12971" w:rsidR="000E6C2D" w:rsidP="00A12971" w:rsidRDefault="00E038A7" w14:paraId="4270D50E" w14:textId="77777777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 xml:space="preserve">1. </w:t>
            </w:r>
            <w:r w:rsidRPr="00A12971" w:rsidR="000E6C2D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Pr="00A12971" w:rsidR="000E6C2D">
              <w:rPr>
                <w:rFonts w:ascii="Corbel" w:hAnsi="Corbel"/>
                <w:i/>
                <w:sz w:val="24"/>
                <w:szCs w:val="24"/>
              </w:rPr>
              <w:t xml:space="preserve">Policja administracyjna, </w:t>
            </w:r>
            <w:proofErr w:type="spellStart"/>
            <w:r w:rsidRPr="00A12971" w:rsidR="000E6C2D">
              <w:rPr>
                <w:rFonts w:ascii="Corbel" w:hAnsi="Corbel"/>
                <w:i/>
                <w:sz w:val="24"/>
                <w:szCs w:val="24"/>
              </w:rPr>
              <w:t>TNOiK</w:t>
            </w:r>
            <w:proofErr w:type="spellEnd"/>
            <w:r w:rsidRPr="00A12971" w:rsidR="000E6C2D">
              <w:rPr>
                <w:rFonts w:ascii="Corbel" w:hAnsi="Corbel"/>
                <w:i/>
                <w:sz w:val="24"/>
                <w:szCs w:val="24"/>
              </w:rPr>
              <w:t xml:space="preserve"> „Dom Organizatora”, Toruń 2019.</w:t>
            </w:r>
          </w:p>
          <w:p w:rsidRPr="00A12971" w:rsidR="00602EA6" w:rsidP="00A12971" w:rsidRDefault="00602EA6" w14:paraId="7DAA5725" w14:textId="77777777">
            <w:pPr>
              <w:pStyle w:val="Tekstprzypisudolnego"/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 xml:space="preserve">2.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Adamczyk A.,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Publicznoprawne formy działania administracji. Teoria </w:t>
            </w:r>
            <w:r w:rsidRPr="00A12971" w:rsidR="00A12971">
              <w:rPr>
                <w:rFonts w:ascii="Corbel" w:hAnsi="Corbel"/>
                <w:i/>
                <w:sz w:val="24"/>
                <w:szCs w:val="24"/>
              </w:rPr>
              <w:br/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i praktyka, </w:t>
            </w:r>
            <w:r w:rsidRPr="00A12971">
              <w:rPr>
                <w:rFonts w:ascii="Corbel" w:hAnsi="Corbel"/>
                <w:sz w:val="24"/>
                <w:szCs w:val="24"/>
              </w:rPr>
              <w:t>Difin, Warszawa 2013.</w:t>
            </w:r>
          </w:p>
          <w:p w:rsidRPr="00A12971" w:rsidR="00602EA6" w:rsidP="00A12971" w:rsidRDefault="00602EA6" w14:paraId="0ADE1736" w14:textId="77777777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Boć J.,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Sfery ingerencji administracji,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Prawo administracyjne. Wydanie dwunaste, poprawione, </w:t>
            </w:r>
            <w:r w:rsidRPr="00A12971">
              <w:rPr>
                <w:rFonts w:ascii="Corbel" w:hAnsi="Corbel"/>
                <w:sz w:val="24"/>
                <w:szCs w:val="24"/>
              </w:rPr>
              <w:t>red. J. Boć, Kolonia Limited, Wrocław 2007.</w:t>
            </w:r>
          </w:p>
          <w:p w:rsidRPr="00A12971" w:rsidR="00602EA6" w:rsidP="00A12971" w:rsidRDefault="00602EA6" w14:paraId="052D3455" w14:textId="77777777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Chajbowicz A.,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>Policja administracyjna jako sfera ingerencji administracji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Między tradycją a przyszłością w nauce prawa administracyjnego, Księga jubileuszowa dedykowana Profesorowi Janowi </w:t>
            </w:r>
            <w:proofErr w:type="spellStart"/>
            <w:r w:rsidRPr="00A12971">
              <w:rPr>
                <w:rFonts w:ascii="Corbel" w:hAnsi="Corbel"/>
                <w:i/>
                <w:sz w:val="24"/>
                <w:szCs w:val="24"/>
              </w:rPr>
              <w:t>Bociowi</w:t>
            </w:r>
            <w:proofErr w:type="spellEnd"/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red. J. </w:t>
            </w:r>
            <w:proofErr w:type="spellStart"/>
            <w:r w:rsidRPr="00A12971">
              <w:rPr>
                <w:rFonts w:ascii="Corbel" w:hAnsi="Corbel"/>
                <w:sz w:val="24"/>
                <w:szCs w:val="24"/>
              </w:rPr>
              <w:t>Supernat</w:t>
            </w:r>
            <w:proofErr w:type="spellEnd"/>
            <w:r w:rsidRPr="00A12971">
              <w:rPr>
                <w:rFonts w:ascii="Corbel" w:hAnsi="Corbel"/>
                <w:sz w:val="24"/>
                <w:szCs w:val="24"/>
              </w:rPr>
              <w:t>, Wydawnictwo Uniwersytetu Wrocławskiego, Wrocław 2009.</w:t>
            </w:r>
          </w:p>
          <w:p w:rsidRPr="00A12971" w:rsidR="00E038A7" w:rsidP="00A12971" w:rsidRDefault="00E038A7" w14:paraId="323D5FD2" w14:textId="77777777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 xml:space="preserve">S. Pieprzny, </w:t>
            </w:r>
            <w:r w:rsidRPr="00A12971">
              <w:rPr>
                <w:rFonts w:ascii="Corbel" w:hAnsi="Corbel" w:eastAsia="Cambria"/>
                <w:i/>
                <w:sz w:val="24"/>
                <w:szCs w:val="24"/>
              </w:rPr>
              <w:t>Policja – organizacja i funkcjonowanie</w:t>
            </w:r>
            <w:r w:rsidRPr="00A12971">
              <w:rPr>
                <w:rFonts w:ascii="Corbel" w:hAnsi="Corbel" w:eastAsia="Cambria"/>
                <w:sz w:val="24"/>
                <w:szCs w:val="24"/>
              </w:rPr>
              <w:t>, Wolters Kluwer  Warszawa 2011.</w:t>
            </w:r>
          </w:p>
          <w:p w:rsidRPr="00A12971" w:rsidR="0061536A" w:rsidP="00A12971" w:rsidRDefault="00A12971" w14:paraId="7791C4F1" w14:textId="77777777">
            <w:pPr>
              <w:spacing w:after="0" w:line="240" w:lineRule="auto"/>
              <w:ind w:left="318" w:hanging="28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 xml:space="preserve">6. 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B. Jaworski, </w:t>
            </w:r>
            <w:r w:rsidRPr="00A12971" w:rsidR="0061536A">
              <w:rPr>
                <w:rFonts w:ascii="Corbel" w:hAnsi="Corbel" w:eastAsia="Cambria"/>
                <w:i/>
                <w:sz w:val="24"/>
                <w:szCs w:val="24"/>
              </w:rPr>
              <w:t xml:space="preserve">Pozycja prawna Komendanta Głównego Policji jako centralnego organu administracji rządowej, 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ZPH </w:t>
            </w:r>
            <w:proofErr w:type="spellStart"/>
            <w:r w:rsidRPr="00A12971" w:rsidR="0061536A">
              <w:rPr>
                <w:rFonts w:ascii="Corbel" w:hAnsi="Corbel" w:eastAsia="Cambria"/>
                <w:sz w:val="24"/>
                <w:szCs w:val="24"/>
              </w:rPr>
              <w:t>Arteks</w:t>
            </w:r>
            <w:proofErr w:type="spellEnd"/>
            <w:r w:rsidRPr="00A12971" w:rsidR="0061536A">
              <w:rPr>
                <w:rFonts w:ascii="Corbel" w:hAnsi="Corbel" w:eastAsia="Cambria"/>
                <w:sz w:val="24"/>
                <w:szCs w:val="24"/>
              </w:rPr>
              <w:t>, Rzeszów 2016.</w:t>
            </w:r>
          </w:p>
          <w:p w:rsidRPr="00A12971" w:rsidR="00E038A7" w:rsidP="00A12971" w:rsidRDefault="00A12971" w14:paraId="2E3D4099" w14:textId="77777777">
            <w:p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>7</w:t>
            </w:r>
            <w:r w:rsidRPr="00A12971" w:rsidR="0061536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E. Ura, S. Pieprzny (red.), </w:t>
            </w:r>
            <w:r w:rsidRPr="00A12971" w:rsidR="0061536A">
              <w:rPr>
                <w:rFonts w:ascii="Corbel" w:hAnsi="Corbel"/>
                <w:i/>
                <w:sz w:val="24"/>
                <w:szCs w:val="24"/>
              </w:rPr>
              <w:t>Służby i formacje mundurowe w systemie bezpieczeństwa wewnętrznego Rzeczypospolitej Polskiej,</w:t>
            </w:r>
            <w:r w:rsidRPr="00A12971" w:rsidR="0061536A">
              <w:rPr>
                <w:rFonts w:ascii="Corbel" w:hAnsi="Corbel"/>
                <w:sz w:val="24"/>
                <w:szCs w:val="24"/>
              </w:rPr>
              <w:t xml:space="preserve"> RS Druk, Rzeszów 2010.</w:t>
            </w:r>
          </w:p>
          <w:p w:rsidR="00E038A7" w:rsidP="00A12971" w:rsidRDefault="00A12971" w14:paraId="7EE3E88C" w14:textId="77777777">
            <w:pPr>
              <w:pStyle w:val="Tekstprzypisudolnego"/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>8</w:t>
            </w:r>
            <w:r w:rsidRPr="00A12971" w:rsidR="0061536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Lis W.,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administracyjna jako funkcja administracji publicznej,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Problemy publicznoprawne i ekonomiczne, </w:t>
            </w:r>
            <w:r w:rsidRPr="00A12971">
              <w:rPr>
                <w:rFonts w:ascii="Corbel" w:hAnsi="Corbel"/>
                <w:sz w:val="24"/>
                <w:szCs w:val="24"/>
              </w:rPr>
              <w:t>red. I. Ramus, Wydawnictwo Wyższej Szkoły Ekonomii, Prawa i Nauk Medycznych im. prof. Edwarda Lipińskiego w Kielcach, Kielce 2014.</w:t>
            </w:r>
          </w:p>
          <w:p w:rsidRPr="00A12971" w:rsidR="0016645A" w:rsidP="0016645A" w:rsidRDefault="0016645A" w14:paraId="085D413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B. Jaworski, 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Pr="00073585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</w:tc>
      </w:tr>
      <w:tr w:rsidRPr="0061536A" w:rsidR="0085747A" w:rsidTr="0E24FCBA" w14:paraId="231B1B9D" w14:textId="77777777">
        <w:trPr>
          <w:trHeight w:val="397"/>
        </w:trPr>
        <w:tc>
          <w:tcPr>
            <w:tcW w:w="7513" w:type="dxa"/>
            <w:tcMar/>
          </w:tcPr>
          <w:p w:rsidRPr="00A12971" w:rsidR="0085747A" w:rsidP="0E24FCBA" w:rsidRDefault="0085747A" w14:paraId="55A66CE9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E24FCBA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E24FCBA" w:rsidP="0E24FCBA" w:rsidRDefault="0E24FCBA" w14:paraId="70411604" w14:textId="54C2320A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12971" w:rsidR="00602EA6" w:rsidP="00A12971" w:rsidRDefault="0061536A" w14:paraId="6CAD09C6" w14:textId="240D10A4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E24FCBA" w:rsidR="56FE029B">
              <w:rPr>
                <w:rFonts w:ascii="Corbel" w:hAnsi="Corbel"/>
                <w:sz w:val="24"/>
                <w:szCs w:val="24"/>
              </w:rPr>
              <w:t xml:space="preserve">Dobkowski J., </w:t>
            </w:r>
            <w:r w:rsidRPr="0E24FCBA" w:rsidR="56FE029B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Pozycja prawnoustrojowa służb, inspekcji i straży, </w:t>
            </w:r>
            <w:r w:rsidRPr="0E24FCBA" w:rsidR="56FE029B">
              <w:rPr>
                <w:rFonts w:ascii="Corbel" w:hAnsi="Corbel"/>
                <w:sz w:val="24"/>
                <w:szCs w:val="24"/>
              </w:rPr>
              <w:t>Oficyna a Wolters Kluwer business, Warszawa 2007.</w:t>
            </w:r>
          </w:p>
          <w:p w:rsidRPr="00A12971" w:rsidR="00602EA6" w:rsidP="00A12971" w:rsidRDefault="00602EA6" w14:paraId="455CD6AF" w14:textId="77777777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Fundowicz S.,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i prawo policyjne,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 w:rsidR="00A12971">
              <w:rPr>
                <w:rFonts w:ascii="Corbel" w:hAnsi="Corbel"/>
                <w:i/>
                <w:sz w:val="24"/>
                <w:szCs w:val="24"/>
              </w:rPr>
              <w:t xml:space="preserve">Nauka administracji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wobec wyzwań współczesnego państwa prawa, </w:t>
            </w:r>
            <w:r w:rsidRPr="00A12971">
              <w:rPr>
                <w:rFonts w:ascii="Corbel" w:hAnsi="Corbel"/>
                <w:sz w:val="24"/>
                <w:szCs w:val="24"/>
              </w:rPr>
              <w:t>red. J. Łukasiewicz, Wydawnictwo Mitel, Rzeszów – Cisna 2002.</w:t>
            </w:r>
          </w:p>
          <w:p w:rsidRPr="00A12971" w:rsidR="00602EA6" w:rsidP="00A12971" w:rsidRDefault="00602EA6" w14:paraId="15A4C4D4" w14:textId="77777777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Gierszewski J.,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Wyodrębnienie policji spośród innych władczych funkcji administracji publicznej,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Zeszyty Naukowe Wyższej </w:t>
            </w:r>
            <w:r w:rsidRPr="00A12971" w:rsidR="00A12971">
              <w:rPr>
                <w:rFonts w:ascii="Corbel" w:hAnsi="Corbel"/>
                <w:i/>
                <w:sz w:val="24"/>
                <w:szCs w:val="24"/>
              </w:rPr>
              <w:t xml:space="preserve">Szkoły Administracji i Biznesu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im. Eugeniusza Kwiatkowskiego w Gdyni, Zeszyt 17, Prawo 2, </w:t>
            </w:r>
            <w:r w:rsidRPr="00A12971">
              <w:rPr>
                <w:rFonts w:ascii="Corbel" w:hAnsi="Corbel"/>
                <w:sz w:val="24"/>
                <w:szCs w:val="24"/>
              </w:rPr>
              <w:t>Gdynia 2011.</w:t>
            </w:r>
          </w:p>
          <w:p w:rsidRPr="00A12971" w:rsidR="00602EA6" w:rsidP="00A12971" w:rsidRDefault="00602EA6" w14:paraId="6D1FB6E7" w14:textId="77777777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lastRenderedPageBreak/>
              <w:t xml:space="preserve">Janik M.,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sanitarna, </w:t>
            </w:r>
            <w:r w:rsidRPr="00A12971">
              <w:rPr>
                <w:rFonts w:ascii="Corbel" w:hAnsi="Corbel"/>
                <w:sz w:val="24"/>
                <w:szCs w:val="24"/>
              </w:rPr>
              <w:t>Lex a Wolters Kluwer business, Warszawa 2012.</w:t>
            </w:r>
          </w:p>
          <w:p w:rsidRPr="00A12971" w:rsidR="00602EA6" w:rsidP="00A12971" w:rsidRDefault="00602EA6" w14:paraId="74B8BD77" w14:textId="77777777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Kasiński M.,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Rozrost funkcji policyjnych administracji publicznej współczesnego państwa,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Sprawność a legalność działania administracji publicznej w sferze ochrony porządku i bezpieczeństwa publicznego, </w:t>
            </w:r>
            <w:r w:rsidRPr="00A12971" w:rsidR="00A12971">
              <w:rPr>
                <w:rFonts w:ascii="Corbel" w:hAnsi="Corbel"/>
                <w:sz w:val="24"/>
                <w:szCs w:val="24"/>
              </w:rPr>
              <w:t xml:space="preserve">red. P. Stanisz, M. </w:t>
            </w:r>
            <w:proofErr w:type="spellStart"/>
            <w:r w:rsidRPr="00A12971" w:rsidR="00A12971">
              <w:rPr>
                <w:rFonts w:ascii="Corbel" w:hAnsi="Corbel"/>
                <w:sz w:val="24"/>
                <w:szCs w:val="24"/>
              </w:rPr>
              <w:t>Czuryk</w:t>
            </w:r>
            <w:proofErr w:type="spellEnd"/>
            <w:r w:rsidRPr="00A12971" w:rsidR="00A1297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12971">
              <w:rPr>
                <w:rFonts w:ascii="Corbel" w:hAnsi="Corbel"/>
                <w:sz w:val="24"/>
                <w:szCs w:val="24"/>
              </w:rPr>
              <w:t>K. Ostaszewski, J. Święcki, Wydawnictwo KUL, Lublin 2014.</w:t>
            </w:r>
          </w:p>
          <w:p w:rsidRPr="00A12971" w:rsidR="0061536A" w:rsidP="00A12971" w:rsidRDefault="00A12971" w14:paraId="6E4980AE" w14:textId="77777777">
            <w:pPr>
              <w:pStyle w:val="Tekstprzypisudolnego"/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>6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. S. Pieprzny, </w:t>
            </w:r>
            <w:r w:rsidRPr="00A12971" w:rsidR="0061536A">
              <w:rPr>
                <w:rFonts w:ascii="Corbel" w:hAnsi="Corbel" w:eastAsia="Cambria"/>
                <w:i/>
                <w:sz w:val="24"/>
                <w:szCs w:val="24"/>
              </w:rPr>
              <w:t>Ochrona bezpieczeństwa i porządku publicznego w prawie administracyjnym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>, Wyd. Uniwersytetu Rzeszowskiego,  Rzeszów 2007.</w:t>
            </w:r>
          </w:p>
          <w:p w:rsidRPr="00A12971" w:rsidR="0061536A" w:rsidP="00A12971" w:rsidRDefault="00A12971" w14:paraId="14DA7632" w14:textId="77777777">
            <w:pPr>
              <w:spacing w:after="0" w:line="240" w:lineRule="auto"/>
              <w:ind w:left="318" w:hanging="318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>7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. A. Chajbowicz, T. </w:t>
            </w:r>
            <w:proofErr w:type="spellStart"/>
            <w:r w:rsidRPr="00A12971" w:rsidR="0061536A">
              <w:rPr>
                <w:rFonts w:ascii="Corbel" w:hAnsi="Corbel" w:eastAsia="Cambria"/>
                <w:sz w:val="24"/>
                <w:szCs w:val="24"/>
              </w:rPr>
              <w:t>Kocowski</w:t>
            </w:r>
            <w:proofErr w:type="spellEnd"/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, Bezpieczeństwo wewnętrzne 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br/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>w działaniach terenowej administracji publicznej, Kolonia Limited, Wrocław 2009.</w:t>
            </w:r>
          </w:p>
          <w:p w:rsidRPr="00A12971" w:rsidR="0061536A" w:rsidP="00602EA6" w:rsidRDefault="0061536A" w14:paraId="1BF50DB2" w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61FF277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49A848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6DB300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2199" w:rsidP="00C16ABF" w:rsidRDefault="00E72199" w14:paraId="01681AE2" w14:textId="77777777">
      <w:pPr>
        <w:spacing w:after="0" w:line="240" w:lineRule="auto"/>
      </w:pPr>
      <w:r>
        <w:separator/>
      </w:r>
    </w:p>
  </w:endnote>
  <w:endnote w:type="continuationSeparator" w:id="0">
    <w:p w:rsidR="00E72199" w:rsidP="00C16ABF" w:rsidRDefault="00E72199" w14:paraId="3E8DEC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2199" w:rsidP="00C16ABF" w:rsidRDefault="00E72199" w14:paraId="1474350D" w14:textId="77777777">
      <w:pPr>
        <w:spacing w:after="0" w:line="240" w:lineRule="auto"/>
      </w:pPr>
      <w:r>
        <w:separator/>
      </w:r>
    </w:p>
  </w:footnote>
  <w:footnote w:type="continuationSeparator" w:id="0">
    <w:p w:rsidR="00E72199" w:rsidP="00C16ABF" w:rsidRDefault="00E72199" w14:paraId="035D8AB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558C68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7D79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905112"/>
    <w:multiLevelType w:val="hybridMultilevel"/>
    <w:tmpl w:val="2B62D01A"/>
    <w:lvl w:ilvl="0" w:tplc="B94058AC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 w:eastAsia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C2E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3352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652F7F"/>
    <w:multiLevelType w:val="hybridMultilevel"/>
    <w:tmpl w:val="3496BDF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D6468"/>
    <w:multiLevelType w:val="hybridMultilevel"/>
    <w:tmpl w:val="E35AAAB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45EEF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CAD"/>
    <w:rsid w:val="00022ECE"/>
    <w:rsid w:val="000407B8"/>
    <w:rsid w:val="000409C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C2D"/>
    <w:rsid w:val="000F1C57"/>
    <w:rsid w:val="000F5615"/>
    <w:rsid w:val="0011122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45A"/>
    <w:rsid w:val="00166A03"/>
    <w:rsid w:val="001718A7"/>
    <w:rsid w:val="001737CF"/>
    <w:rsid w:val="00175954"/>
    <w:rsid w:val="00176083"/>
    <w:rsid w:val="00192F37"/>
    <w:rsid w:val="001A70D2"/>
    <w:rsid w:val="001D657B"/>
    <w:rsid w:val="001D7B54"/>
    <w:rsid w:val="001E0209"/>
    <w:rsid w:val="001F1FCF"/>
    <w:rsid w:val="001F2CA2"/>
    <w:rsid w:val="002144C0"/>
    <w:rsid w:val="0022477D"/>
    <w:rsid w:val="002278A9"/>
    <w:rsid w:val="002336F9"/>
    <w:rsid w:val="0024028F"/>
    <w:rsid w:val="00244ABC"/>
    <w:rsid w:val="00253A97"/>
    <w:rsid w:val="00277D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69"/>
    <w:rsid w:val="002D684B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E76"/>
    <w:rsid w:val="003A0A5B"/>
    <w:rsid w:val="003A1176"/>
    <w:rsid w:val="003C0BAE"/>
    <w:rsid w:val="003D18A9"/>
    <w:rsid w:val="003D6CE2"/>
    <w:rsid w:val="003E1941"/>
    <w:rsid w:val="003E2FE6"/>
    <w:rsid w:val="003E49D5"/>
    <w:rsid w:val="003E5C70"/>
    <w:rsid w:val="003E6900"/>
    <w:rsid w:val="003F38C0"/>
    <w:rsid w:val="00413389"/>
    <w:rsid w:val="00414E3C"/>
    <w:rsid w:val="0042244A"/>
    <w:rsid w:val="0042745A"/>
    <w:rsid w:val="00431D5C"/>
    <w:rsid w:val="004362C6"/>
    <w:rsid w:val="00437FA2"/>
    <w:rsid w:val="00445970"/>
    <w:rsid w:val="00456C19"/>
    <w:rsid w:val="00457AD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ED"/>
    <w:rsid w:val="004A3EEA"/>
    <w:rsid w:val="004A4D1F"/>
    <w:rsid w:val="004D5282"/>
    <w:rsid w:val="004E01B7"/>
    <w:rsid w:val="004F1551"/>
    <w:rsid w:val="004F55A3"/>
    <w:rsid w:val="00500F92"/>
    <w:rsid w:val="0050496F"/>
    <w:rsid w:val="00513B6F"/>
    <w:rsid w:val="00517C63"/>
    <w:rsid w:val="005363C4"/>
    <w:rsid w:val="00536BDE"/>
    <w:rsid w:val="00543ACC"/>
    <w:rsid w:val="005611C4"/>
    <w:rsid w:val="0056696D"/>
    <w:rsid w:val="00567B5D"/>
    <w:rsid w:val="00570704"/>
    <w:rsid w:val="0059484D"/>
    <w:rsid w:val="005A0855"/>
    <w:rsid w:val="005A3196"/>
    <w:rsid w:val="005C080F"/>
    <w:rsid w:val="005C55E5"/>
    <w:rsid w:val="005C696A"/>
    <w:rsid w:val="005E6E85"/>
    <w:rsid w:val="005F31D2"/>
    <w:rsid w:val="00602CE2"/>
    <w:rsid w:val="00602EA6"/>
    <w:rsid w:val="0061029B"/>
    <w:rsid w:val="0061536A"/>
    <w:rsid w:val="00617230"/>
    <w:rsid w:val="00621CE1"/>
    <w:rsid w:val="00627FC9"/>
    <w:rsid w:val="00647FA8"/>
    <w:rsid w:val="00650C5F"/>
    <w:rsid w:val="00654934"/>
    <w:rsid w:val="006620D9"/>
    <w:rsid w:val="006716BF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538"/>
    <w:rsid w:val="00745302"/>
    <w:rsid w:val="007461D6"/>
    <w:rsid w:val="00746EC8"/>
    <w:rsid w:val="0076088A"/>
    <w:rsid w:val="00763BF1"/>
    <w:rsid w:val="00766FD4"/>
    <w:rsid w:val="0078168C"/>
    <w:rsid w:val="00787C2A"/>
    <w:rsid w:val="00790E27"/>
    <w:rsid w:val="00796F4D"/>
    <w:rsid w:val="007A4022"/>
    <w:rsid w:val="007A6E6E"/>
    <w:rsid w:val="007C3299"/>
    <w:rsid w:val="007C3BCC"/>
    <w:rsid w:val="007C4546"/>
    <w:rsid w:val="007D6E56"/>
    <w:rsid w:val="007F4155"/>
    <w:rsid w:val="007F70AA"/>
    <w:rsid w:val="00802262"/>
    <w:rsid w:val="00812D07"/>
    <w:rsid w:val="0081554D"/>
    <w:rsid w:val="0081707E"/>
    <w:rsid w:val="008449B3"/>
    <w:rsid w:val="00844F24"/>
    <w:rsid w:val="0085747A"/>
    <w:rsid w:val="00884922"/>
    <w:rsid w:val="00885F64"/>
    <w:rsid w:val="008917F9"/>
    <w:rsid w:val="008978EE"/>
    <w:rsid w:val="008A45F7"/>
    <w:rsid w:val="008C0CC0"/>
    <w:rsid w:val="008C19A9"/>
    <w:rsid w:val="008C379D"/>
    <w:rsid w:val="008C5147"/>
    <w:rsid w:val="008C5359"/>
    <w:rsid w:val="008C5363"/>
    <w:rsid w:val="008D34E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E9F"/>
    <w:rsid w:val="00997F14"/>
    <w:rsid w:val="009A78D9"/>
    <w:rsid w:val="009C3E31"/>
    <w:rsid w:val="009C54AE"/>
    <w:rsid w:val="009C788E"/>
    <w:rsid w:val="009E05C7"/>
    <w:rsid w:val="009E3B41"/>
    <w:rsid w:val="009E54FD"/>
    <w:rsid w:val="009F3C5C"/>
    <w:rsid w:val="009F4610"/>
    <w:rsid w:val="00A00ECC"/>
    <w:rsid w:val="00A12971"/>
    <w:rsid w:val="00A155EE"/>
    <w:rsid w:val="00A2245B"/>
    <w:rsid w:val="00A30110"/>
    <w:rsid w:val="00A36023"/>
    <w:rsid w:val="00A36899"/>
    <w:rsid w:val="00A371F6"/>
    <w:rsid w:val="00A43BF6"/>
    <w:rsid w:val="00A53FA5"/>
    <w:rsid w:val="00A54817"/>
    <w:rsid w:val="00A601C8"/>
    <w:rsid w:val="00A60799"/>
    <w:rsid w:val="00A84C85"/>
    <w:rsid w:val="00A917B3"/>
    <w:rsid w:val="00A91D18"/>
    <w:rsid w:val="00A97DE1"/>
    <w:rsid w:val="00AB053C"/>
    <w:rsid w:val="00AD1146"/>
    <w:rsid w:val="00AD152B"/>
    <w:rsid w:val="00AD27D3"/>
    <w:rsid w:val="00AD66D6"/>
    <w:rsid w:val="00AD7EEE"/>
    <w:rsid w:val="00AE1160"/>
    <w:rsid w:val="00AE203C"/>
    <w:rsid w:val="00AE2E74"/>
    <w:rsid w:val="00AE5FCB"/>
    <w:rsid w:val="00AF2C1E"/>
    <w:rsid w:val="00B01036"/>
    <w:rsid w:val="00B06142"/>
    <w:rsid w:val="00B135B1"/>
    <w:rsid w:val="00B3130B"/>
    <w:rsid w:val="00B40ADB"/>
    <w:rsid w:val="00B416BD"/>
    <w:rsid w:val="00B43B77"/>
    <w:rsid w:val="00B43E80"/>
    <w:rsid w:val="00B607DB"/>
    <w:rsid w:val="00B66529"/>
    <w:rsid w:val="00B723D8"/>
    <w:rsid w:val="00B75946"/>
    <w:rsid w:val="00B8056E"/>
    <w:rsid w:val="00B819C8"/>
    <w:rsid w:val="00B82308"/>
    <w:rsid w:val="00B90885"/>
    <w:rsid w:val="00BB04CF"/>
    <w:rsid w:val="00BB520A"/>
    <w:rsid w:val="00BD3869"/>
    <w:rsid w:val="00BD502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F17"/>
    <w:rsid w:val="00C36992"/>
    <w:rsid w:val="00C56036"/>
    <w:rsid w:val="00C61DC5"/>
    <w:rsid w:val="00C67E92"/>
    <w:rsid w:val="00C70A26"/>
    <w:rsid w:val="00C766DF"/>
    <w:rsid w:val="00C81BA9"/>
    <w:rsid w:val="00C94B98"/>
    <w:rsid w:val="00CA120F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68B"/>
    <w:rsid w:val="00DA2114"/>
    <w:rsid w:val="00DE09C0"/>
    <w:rsid w:val="00DE1E26"/>
    <w:rsid w:val="00DE4A14"/>
    <w:rsid w:val="00DF320D"/>
    <w:rsid w:val="00DF71C8"/>
    <w:rsid w:val="00E038A7"/>
    <w:rsid w:val="00E129B8"/>
    <w:rsid w:val="00E21E7D"/>
    <w:rsid w:val="00E22FBC"/>
    <w:rsid w:val="00E24BF5"/>
    <w:rsid w:val="00E25338"/>
    <w:rsid w:val="00E51E44"/>
    <w:rsid w:val="00E54BFE"/>
    <w:rsid w:val="00E63348"/>
    <w:rsid w:val="00E71421"/>
    <w:rsid w:val="00E71969"/>
    <w:rsid w:val="00E72199"/>
    <w:rsid w:val="00E77E88"/>
    <w:rsid w:val="00E8107D"/>
    <w:rsid w:val="00E960BB"/>
    <w:rsid w:val="00EA2074"/>
    <w:rsid w:val="00EA4832"/>
    <w:rsid w:val="00EA4E9D"/>
    <w:rsid w:val="00EC4899"/>
    <w:rsid w:val="00EC4FB5"/>
    <w:rsid w:val="00ED03AB"/>
    <w:rsid w:val="00ED32D2"/>
    <w:rsid w:val="00EE32DE"/>
    <w:rsid w:val="00EE5457"/>
    <w:rsid w:val="00EF193E"/>
    <w:rsid w:val="00F07002"/>
    <w:rsid w:val="00F070AB"/>
    <w:rsid w:val="00F17567"/>
    <w:rsid w:val="00F27A7B"/>
    <w:rsid w:val="00F448DA"/>
    <w:rsid w:val="00F45DB9"/>
    <w:rsid w:val="00F526AF"/>
    <w:rsid w:val="00F55B4C"/>
    <w:rsid w:val="00F617C3"/>
    <w:rsid w:val="00F6327C"/>
    <w:rsid w:val="00F646E0"/>
    <w:rsid w:val="00F66EAF"/>
    <w:rsid w:val="00F70025"/>
    <w:rsid w:val="00F7066B"/>
    <w:rsid w:val="00F83B28"/>
    <w:rsid w:val="00F96B23"/>
    <w:rsid w:val="00FA46E5"/>
    <w:rsid w:val="00FB4A7F"/>
    <w:rsid w:val="00FB7DBA"/>
    <w:rsid w:val="00FC1C25"/>
    <w:rsid w:val="00FC31D7"/>
    <w:rsid w:val="00FC3F45"/>
    <w:rsid w:val="00FD503F"/>
    <w:rsid w:val="00FD7589"/>
    <w:rsid w:val="00FE3CF4"/>
    <w:rsid w:val="00FE49AB"/>
    <w:rsid w:val="00FF016A"/>
    <w:rsid w:val="00FF1401"/>
    <w:rsid w:val="00FF5E7D"/>
    <w:rsid w:val="0A853790"/>
    <w:rsid w:val="0DBF9F4F"/>
    <w:rsid w:val="0E24FCBA"/>
    <w:rsid w:val="2BE740DD"/>
    <w:rsid w:val="30A6608F"/>
    <w:rsid w:val="4C4C2272"/>
    <w:rsid w:val="4D54A0FF"/>
    <w:rsid w:val="53EDB155"/>
    <w:rsid w:val="543E0BFA"/>
    <w:rsid w:val="56FE029B"/>
    <w:rsid w:val="59C17811"/>
    <w:rsid w:val="5F189BAD"/>
    <w:rsid w:val="656D19B3"/>
    <w:rsid w:val="687BEBDA"/>
    <w:rsid w:val="6C792FA3"/>
    <w:rsid w:val="6ED5ACA0"/>
    <w:rsid w:val="795B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5A4B"/>
  <w15:docId w15:val="{12034BE5-62BB-40A1-B835-D998FFC2DE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2D684B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77A4-2D01-4614-B7BC-3B323004780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43</revision>
  <lastPrinted>2019-02-06T12:12:00.0000000Z</lastPrinted>
  <dcterms:created xsi:type="dcterms:W3CDTF">2019-03-06T14:29:00.0000000Z</dcterms:created>
  <dcterms:modified xsi:type="dcterms:W3CDTF">2022-01-21T10:45:43.4426126Z</dcterms:modified>
</coreProperties>
</file>